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7017913"/>
    <w:p w14:paraId="5E367ABA" w14:textId="77777777" w:rsidR="00AC5E1F" w:rsidRPr="006E1344" w:rsidRDefault="00AC5E1F" w:rsidP="00AC5E1F">
      <w:pPr>
        <w:widowControl w:val="0"/>
        <w:autoSpaceDE w:val="0"/>
        <w:autoSpaceDN w:val="0"/>
        <w:spacing w:after="0" w:line="240" w:lineRule="auto"/>
        <w:jc w:val="right"/>
        <w:rPr>
          <w:rFonts w:ascii="Georgia" w:eastAsia="Calibri" w:hAnsi="Georgia" w:cs="Calibri"/>
          <w:sz w:val="20"/>
          <w:szCs w:val="20"/>
        </w:rPr>
      </w:pPr>
      <w:r w:rsidRPr="006E1344">
        <w:rPr>
          <w:rFonts w:ascii="Georgia" w:eastAsia="Calibri" w:hAnsi="Georgia" w:cs="Calibri"/>
          <w:noProof/>
          <w:sz w:val="20"/>
          <w:szCs w:val="20"/>
          <w:lang w:eastAsia="it-IT"/>
        </w:rPr>
        <mc:AlternateContent>
          <mc:Choice Requires="wps">
            <w:drawing>
              <wp:inline distT="0" distB="0" distL="0" distR="0" wp14:anchorId="70B4C427" wp14:editId="61D60074">
                <wp:extent cx="2920186" cy="1362075"/>
                <wp:effectExtent l="0" t="0" r="0" b="9525"/>
                <wp:docPr id="3" name="Casella di testo 3"/>
                <wp:cNvGraphicFramePr/>
                <a:graphic xmlns:a="http://schemas.openxmlformats.org/drawingml/2006/main">
                  <a:graphicData uri="http://schemas.microsoft.com/office/word/2010/wordprocessingShape">
                    <wps:wsp>
                      <wps:cNvSpPr txBox="1"/>
                      <wps:spPr>
                        <a:xfrm>
                          <a:off x="0" y="0"/>
                          <a:ext cx="2920186" cy="1362075"/>
                        </a:xfrm>
                        <a:prstGeom prst="rect">
                          <a:avLst/>
                        </a:prstGeom>
                        <a:solidFill>
                          <a:schemeClr val="lt1"/>
                        </a:solidFill>
                        <a:ln w="6350">
                          <a:noFill/>
                        </a:ln>
                      </wps:spPr>
                      <wps:txbx>
                        <w:txbxContent>
                          <w:p w14:paraId="65002337"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 xml:space="preserve">Spett.le </w:t>
                            </w:r>
                          </w:p>
                          <w:p w14:paraId="5153D76F" w14:textId="77777777" w:rsidR="00AC5E1F"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POLITECNICO DI MILANO</w:t>
                            </w:r>
                          </w:p>
                          <w:p w14:paraId="187CB117"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Area Gestione Infrastrutture e Servizi</w:t>
                            </w:r>
                          </w:p>
                          <w:p w14:paraId="02A28B30"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Servizio Gara Acquisti Servizi e Forniture</w:t>
                            </w:r>
                          </w:p>
                          <w:p w14:paraId="30C25D0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Piazza Leonardo da Vinci, 32</w:t>
                            </w:r>
                          </w:p>
                          <w:p w14:paraId="2B77659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20133 Milano</w:t>
                            </w:r>
                          </w:p>
                          <w:p w14:paraId="1E80CAAA"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229.9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" fillcolor="white [3201]" stroked="f" strokeweight=".5pt">
                <v:textbox>
                  <w:txbxContent>
                    <w:p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 xml:space="preserve">Spett.le </w:t>
                      </w:r>
                    </w:p>
                    <w:p w:rsidR="00AC5E1F"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POLITECNICO DI MILANO</w:t>
                      </w:r>
                    </w:p>
                    <w:p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Area Gestione Infrastrutture e Servizi</w:t>
                      </w:r>
                    </w:p>
                    <w:p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Servizio Gara Acquisti Servizi e Forniture</w:t>
                      </w:r>
                    </w:p>
                    <w:p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Piazza Leonardo da Vinci, 32</w:t>
                      </w:r>
                    </w:p>
                    <w:p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20133 Milano</w:t>
                      </w:r>
                    </w:p>
                    <w:p w:rsidR="00AC5E1F" w:rsidRDefault="00AC5E1F" w:rsidP="00AC5E1F">
                      <w:pPr>
                        <w:jc w:val="right"/>
                      </w:pPr>
                    </w:p>
                  </w:txbxContent>
                </v:textbox>
                <w10:anchorlock/>
              </v:shape>
            </w:pict>
          </mc:Fallback>
        </mc:AlternateContent>
      </w:r>
      <w:bookmarkEnd w:id="0"/>
    </w:p>
    <w:tbl>
      <w:tblPr>
        <w:tblStyle w:val="Grigliatabella"/>
        <w:tblW w:w="0" w:type="auto"/>
        <w:tblLook w:val="04A0" w:firstRow="1" w:lastRow="0" w:firstColumn="1" w:lastColumn="0" w:noHBand="0" w:noVBand="1"/>
      </w:tblPr>
      <w:tblGrid>
        <w:gridCol w:w="9628"/>
      </w:tblGrid>
      <w:tr w:rsidR="00A30C82" w:rsidRPr="006E1344" w14:paraId="3BB12742" w14:textId="77777777" w:rsidTr="00A30C82">
        <w:tc>
          <w:tcPr>
            <w:tcW w:w="9628" w:type="dxa"/>
            <w:tcBorders>
              <w:bottom w:val="double" w:sz="4" w:space="0" w:color="auto"/>
            </w:tcBorders>
            <w:shd w:val="clear" w:color="auto" w:fill="D9E2F3" w:themeFill="accent1" w:themeFillTint="33"/>
            <w:vAlign w:val="center"/>
          </w:tcPr>
          <w:p w14:paraId="6B0F0EA1" w14:textId="65A9C542" w:rsidR="00A30C82" w:rsidRPr="006E1344" w:rsidRDefault="00A30C82" w:rsidP="00A30C82">
            <w:pPr>
              <w:widowControl w:val="0"/>
              <w:autoSpaceDE w:val="0"/>
              <w:autoSpaceDN w:val="0"/>
              <w:spacing w:before="120" w:after="120" w:line="360" w:lineRule="auto"/>
              <w:jc w:val="center"/>
              <w:rPr>
                <w:rFonts w:ascii="Georgia" w:eastAsia="Calibri" w:hAnsi="Georgia" w:cs="Calibri"/>
                <w:b/>
                <w:sz w:val="20"/>
                <w:szCs w:val="20"/>
              </w:rPr>
            </w:pPr>
            <w:r w:rsidRPr="006E1344">
              <w:rPr>
                <w:rFonts w:ascii="Georgia" w:eastAsia="Calibri" w:hAnsi="Georgia" w:cs="Calibri"/>
                <w:b/>
                <w:sz w:val="20"/>
                <w:szCs w:val="20"/>
              </w:rPr>
              <w:t>ALLEGATO</w:t>
            </w:r>
            <w:r w:rsidR="00792BF9" w:rsidRPr="006E1344">
              <w:rPr>
                <w:rFonts w:ascii="Georgia" w:eastAsia="Calibri" w:hAnsi="Georgia" w:cs="Calibri"/>
                <w:b/>
                <w:sz w:val="20"/>
                <w:szCs w:val="20"/>
              </w:rPr>
              <w:t xml:space="preserve"> </w:t>
            </w:r>
            <w:r w:rsidR="00B11824">
              <w:rPr>
                <w:rFonts w:ascii="Georgia" w:eastAsia="Calibri" w:hAnsi="Georgia" w:cs="Calibri"/>
                <w:b/>
                <w:sz w:val="20"/>
                <w:szCs w:val="20"/>
              </w:rPr>
              <w:t>9</w:t>
            </w:r>
            <w:r w:rsidRPr="006E1344">
              <w:rPr>
                <w:rFonts w:ascii="Georgia" w:eastAsia="Calibri" w:hAnsi="Georgia" w:cs="Calibri"/>
                <w:b/>
                <w:sz w:val="20"/>
                <w:szCs w:val="20"/>
              </w:rPr>
              <w:t xml:space="preserve"> </w:t>
            </w:r>
            <w:r w:rsidR="00473FB4" w:rsidRPr="006E1344">
              <w:rPr>
                <w:rFonts w:ascii="Georgia" w:eastAsia="Calibri" w:hAnsi="Georgia" w:cs="Calibri"/>
                <w:b/>
                <w:sz w:val="20"/>
                <w:szCs w:val="20"/>
              </w:rPr>
              <w:t>- DICHIARAZIONE SEGRETI TECNICI E COMMERCIALI</w:t>
            </w:r>
          </w:p>
        </w:tc>
      </w:tr>
      <w:tr w:rsidR="00A30C82" w:rsidRPr="006E1344" w14:paraId="0FC1D53E" w14:textId="77777777" w:rsidTr="00792BF9">
        <w:tc>
          <w:tcPr>
            <w:tcW w:w="9628" w:type="dxa"/>
            <w:tcBorders>
              <w:top w:val="double" w:sz="4" w:space="0" w:color="auto"/>
              <w:bottom w:val="double" w:sz="4" w:space="0" w:color="auto"/>
            </w:tcBorders>
            <w:vAlign w:val="center"/>
          </w:tcPr>
          <w:p w14:paraId="163BD0B1" w14:textId="3F5944D3" w:rsidR="00A30C82" w:rsidRPr="006E1344" w:rsidRDefault="00B11824" w:rsidP="00B11824">
            <w:pPr>
              <w:widowControl w:val="0"/>
              <w:spacing w:before="240" w:after="240" w:line="312" w:lineRule="auto"/>
              <w:jc w:val="center"/>
              <w:rPr>
                <w:rFonts w:ascii="Georgia" w:hAnsi="Georgia"/>
                <w:b/>
                <w:sz w:val="20"/>
                <w:szCs w:val="20"/>
                <w:lang w:eastAsia="it-IT"/>
              </w:rPr>
            </w:pPr>
            <w:r w:rsidRPr="00B11824">
              <w:rPr>
                <w:rFonts w:ascii="Georgia" w:hAnsi="Georgia"/>
                <w:b/>
                <w:sz w:val="20"/>
                <w:szCs w:val="20"/>
                <w:lang w:eastAsia="it-IT"/>
              </w:rPr>
              <w:t>APPALTO SPECIFICO INDETTO DAL POLITECNICO DI MILANO PER L’AFFIDAMENTO DEI SERVIZI DI MANUTENZIONE DEGLI IMPIANTI ANTINCENDIO NELL’AMBITO SISTEMA DINAMICO DI ACQUISIZIONE DELLA PUBBLICA AMMINISTRAZIONE PER LA FORNITURA DEI SERVIZI AGLI IMMOBILI IN USO, A QUALSIASI TITOLO, ALLE PUBBLICHE AMMINISTRAZIONI</w:t>
            </w:r>
          </w:p>
        </w:tc>
      </w:tr>
      <w:tr w:rsidR="00792BF9" w:rsidRPr="006E1344" w14:paraId="1D822E65" w14:textId="77777777" w:rsidTr="008A240B">
        <w:trPr>
          <w:trHeight w:val="850"/>
        </w:trPr>
        <w:tc>
          <w:tcPr>
            <w:tcW w:w="9628" w:type="dxa"/>
            <w:tcBorders>
              <w:top w:val="double" w:sz="4" w:space="0" w:color="auto"/>
            </w:tcBorders>
            <w:vAlign w:val="center"/>
          </w:tcPr>
          <w:p w14:paraId="1A1E752E" w14:textId="4FD48E04" w:rsidR="00F64ECC" w:rsidRPr="006E1344" w:rsidRDefault="008A240B" w:rsidP="00421F42">
            <w:pPr>
              <w:widowControl w:val="0"/>
              <w:autoSpaceDE w:val="0"/>
              <w:autoSpaceDN w:val="0"/>
              <w:spacing w:line="360" w:lineRule="auto"/>
              <w:jc w:val="center"/>
              <w:rPr>
                <w:rFonts w:ascii="Georgia" w:eastAsia="Calibri" w:hAnsi="Georgia" w:cs="Calibri"/>
                <w:b/>
                <w:sz w:val="20"/>
                <w:szCs w:val="20"/>
              </w:rPr>
            </w:pPr>
            <w:r w:rsidRPr="007D042E">
              <w:rPr>
                <w:rFonts w:ascii="Georgia" w:eastAsia="Calibri" w:hAnsi="Georgia" w:cs="Calibri"/>
                <w:b/>
                <w:sz w:val="20"/>
                <w:szCs w:val="20"/>
              </w:rPr>
              <w:t xml:space="preserve">CIG </w:t>
            </w:r>
            <w:r w:rsidR="007D042E" w:rsidRPr="007D042E">
              <w:rPr>
                <w:rFonts w:ascii="Georgia" w:eastAsia="Calibri" w:hAnsi="Georgia" w:cs="Calibri"/>
                <w:b/>
                <w:sz w:val="20"/>
                <w:szCs w:val="20"/>
              </w:rPr>
              <w:t>A01856FFB9</w:t>
            </w:r>
          </w:p>
        </w:tc>
      </w:tr>
    </w:tbl>
    <w:p w14:paraId="263A9383" w14:textId="77777777" w:rsidR="009B6703" w:rsidRPr="006E1344" w:rsidRDefault="009B6703" w:rsidP="005535CC">
      <w:pPr>
        <w:widowControl w:val="0"/>
        <w:autoSpaceDE w:val="0"/>
        <w:autoSpaceDN w:val="0"/>
        <w:spacing w:before="360" w:after="360" w:line="360" w:lineRule="auto"/>
        <w:jc w:val="both"/>
        <w:rPr>
          <w:rFonts w:ascii="Georgia" w:eastAsia="Calibri" w:hAnsi="Georgia" w:cs="Calibri"/>
          <w:sz w:val="20"/>
          <w:szCs w:val="20"/>
        </w:rPr>
      </w:pPr>
    </w:p>
    <w:p w14:paraId="3039D29F" w14:textId="77777777" w:rsidR="00AC5E1F" w:rsidRPr="006E1344" w:rsidRDefault="00A30C82" w:rsidP="005535CC">
      <w:pPr>
        <w:widowControl w:val="0"/>
        <w:autoSpaceDE w:val="0"/>
        <w:autoSpaceDN w:val="0"/>
        <w:spacing w:before="360" w:after="360" w:line="360" w:lineRule="auto"/>
        <w:jc w:val="both"/>
        <w:rPr>
          <w:rFonts w:ascii="Georgia" w:eastAsia="Calibri" w:hAnsi="Georgia" w:cs="Calibri"/>
          <w:b/>
          <w:color w:val="2E74B5" w:themeColor="accent5" w:themeShade="BF"/>
          <w:sz w:val="20"/>
          <w:szCs w:val="20"/>
          <w:u w:val="single"/>
        </w:rPr>
      </w:pPr>
      <w:r w:rsidRPr="006E1344">
        <w:rPr>
          <w:rFonts w:ascii="Georgia" w:eastAsia="Calibri" w:hAnsi="Georgia" w:cs="Calibri"/>
          <w:sz w:val="20"/>
          <w:szCs w:val="20"/>
        </w:rPr>
        <w:t>Il/La sottoscritto/a</w:t>
      </w:r>
      <w:r w:rsidR="00AC5E1F" w:rsidRPr="006E1344">
        <w:rPr>
          <w:rFonts w:ascii="Georgia" w:eastAsia="Calibri" w:hAnsi="Georgia" w:cs="Calibri"/>
          <w:sz w:val="20"/>
          <w:szCs w:val="20"/>
        </w:rPr>
        <w:t xml:space="preserve"> ____________________________________________</w:t>
      </w:r>
      <w:r w:rsidR="00A1212E" w:rsidRPr="006E1344">
        <w:rPr>
          <w:rFonts w:ascii="Georgia" w:eastAsia="Calibri" w:hAnsi="Georgia" w:cs="Calibri"/>
          <w:sz w:val="20"/>
          <w:szCs w:val="20"/>
        </w:rPr>
        <w:t xml:space="preserve">, </w:t>
      </w:r>
      <w:proofErr w:type="spellStart"/>
      <w:r w:rsidR="00A1212E" w:rsidRPr="006E1344">
        <w:rPr>
          <w:rFonts w:ascii="Georgia" w:eastAsia="Calibri" w:hAnsi="Georgia" w:cs="Calibri"/>
          <w:sz w:val="20"/>
          <w:szCs w:val="20"/>
        </w:rPr>
        <w:t>na</w:t>
      </w:r>
      <w:r w:rsidR="00993F91" w:rsidRPr="006E1344">
        <w:rPr>
          <w:rFonts w:ascii="Georgia" w:eastAsia="Calibri" w:hAnsi="Georgia" w:cs="Calibri"/>
          <w:sz w:val="20"/>
          <w:szCs w:val="20"/>
        </w:rPr>
        <w:t>t</w:t>
      </w:r>
      <w:proofErr w:type="spellEnd"/>
      <w:r w:rsidR="00993F91" w:rsidRPr="006E1344">
        <w:rPr>
          <w:rFonts w:ascii="Georgia" w:eastAsia="Calibri" w:hAnsi="Georgia" w:cs="Calibri"/>
          <w:sz w:val="20"/>
          <w:szCs w:val="20"/>
        </w:rPr>
        <w:t>_</w:t>
      </w:r>
      <w:r w:rsidR="00A1212E" w:rsidRPr="006E1344">
        <w:rPr>
          <w:rFonts w:ascii="Georgia" w:eastAsia="Calibri" w:hAnsi="Georgia" w:cs="Calibri"/>
          <w:sz w:val="20"/>
          <w:szCs w:val="20"/>
        </w:rPr>
        <w:t xml:space="preserve"> a ____________________________, il ___/___/________</w:t>
      </w:r>
      <w:r w:rsidRPr="006E1344">
        <w:rPr>
          <w:rFonts w:ascii="Georgia" w:eastAsia="Calibri" w:hAnsi="Georgia" w:cs="Calibri"/>
          <w:sz w:val="20"/>
          <w:szCs w:val="20"/>
        </w:rPr>
        <w:t xml:space="preserve"> in qualità di ____________________________ della società ____________________________________ con sede legale in _______________________________ (__), via _________________________________, n. _____ CF ______________________________________,  P.IVA____________________________________, PEC/email: ______________________________, tel.: _________________________, telefax: __________________________________</w:t>
      </w:r>
    </w:p>
    <w:p w14:paraId="3551E2EC" w14:textId="77777777" w:rsidR="00076C1A" w:rsidRPr="006E1344" w:rsidRDefault="00076C1A" w:rsidP="005535CC">
      <w:pPr>
        <w:spacing w:before="360" w:after="360" w:line="360" w:lineRule="auto"/>
        <w:jc w:val="center"/>
        <w:rPr>
          <w:rFonts w:ascii="Georgia" w:eastAsia="Calibri" w:hAnsi="Georgia" w:cs="Calibri"/>
          <w:b/>
          <w:sz w:val="20"/>
          <w:szCs w:val="20"/>
        </w:rPr>
      </w:pPr>
      <w:r w:rsidRPr="006E1344">
        <w:rPr>
          <w:rFonts w:ascii="Georgia" w:eastAsia="Calibri" w:hAnsi="Georgia" w:cs="Calibri"/>
          <w:b/>
          <w:sz w:val="20"/>
          <w:szCs w:val="20"/>
        </w:rPr>
        <w:t xml:space="preserve"> DICHIARA</w:t>
      </w:r>
    </w:p>
    <w:p w14:paraId="217B4450" w14:textId="77777777" w:rsidR="00A30C82" w:rsidRPr="006E1344" w:rsidRDefault="00EE760D"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t>c</w:t>
      </w:r>
      <w:r w:rsidR="00A30C82" w:rsidRPr="006E1344">
        <w:rPr>
          <w:rFonts w:ascii="Georgia" w:eastAsia="Calibri" w:hAnsi="Georgia" w:cs="Calibri"/>
          <w:noProof/>
          <w:sz w:val="20"/>
          <w:szCs w:val="20"/>
        </w:rPr>
        <w:t xml:space="preserve">he la </w:t>
      </w:r>
      <w:r w:rsidR="00C62D44" w:rsidRPr="006E1344">
        <w:rPr>
          <w:rFonts w:ascii="Georgia" w:eastAsia="Calibri" w:hAnsi="Georgia" w:cs="Calibri"/>
          <w:noProof/>
          <w:sz w:val="20"/>
          <w:szCs w:val="20"/>
        </w:rPr>
        <w:t xml:space="preserve">seguente </w:t>
      </w:r>
      <w:r w:rsidR="00A30C82" w:rsidRPr="006E1344">
        <w:rPr>
          <w:rFonts w:ascii="Georgia" w:eastAsia="Calibri" w:hAnsi="Georgia" w:cs="Calibri"/>
          <w:noProof/>
          <w:sz w:val="20"/>
          <w:szCs w:val="20"/>
        </w:rPr>
        <w:t>documentazione presentata nell’ambito della suddetta procedura è coperta da segreto tecnico o commerciale:</w:t>
      </w:r>
    </w:p>
    <w:p w14:paraId="10F87CF8" w14:textId="77777777" w:rsidR="00A30C82" w:rsidRPr="006E1344" w:rsidRDefault="00A30C82"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DEE9A5" w14:textId="77777777" w:rsidR="00A30C82" w:rsidRPr="006E1344" w:rsidRDefault="00A30C82"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lastRenderedPageBreak/>
        <w:t>(</w:t>
      </w:r>
      <w:r w:rsidRPr="006E1344">
        <w:rPr>
          <w:rFonts w:ascii="Georgia" w:eastAsia="Calibri" w:hAnsi="Georgia" w:cs="Calibri"/>
          <w:i/>
          <w:noProof/>
          <w:sz w:val="20"/>
          <w:szCs w:val="20"/>
        </w:rPr>
        <w:t>indicare con precisione e in modo inequivocabile le sezioni documenti che si intende escludere dal diritto di accesso da parte degli altri concorrenti</w:t>
      </w:r>
      <w:r w:rsidRPr="006E1344">
        <w:rPr>
          <w:rFonts w:ascii="Georgia" w:eastAsia="Calibri" w:hAnsi="Georgia" w:cs="Calibri"/>
          <w:noProof/>
          <w:sz w:val="20"/>
          <w:szCs w:val="20"/>
        </w:rPr>
        <w:t>)</w:t>
      </w:r>
    </w:p>
    <w:p w14:paraId="2DB63795" w14:textId="77777777" w:rsidR="00A30C82" w:rsidRPr="006E1344" w:rsidRDefault="00A30C82"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 xml:space="preserve">Per quanto sopra dichiarato, si adducono i seguenti motivi, secondo quanto specificato dall’art. 98 del </w:t>
      </w:r>
      <w:proofErr w:type="spellStart"/>
      <w:r w:rsidRPr="006E1344">
        <w:rPr>
          <w:rFonts w:ascii="Georgia" w:eastAsia="Calibri" w:hAnsi="Georgia" w:cs="Calibri"/>
          <w:sz w:val="20"/>
          <w:szCs w:val="20"/>
        </w:rPr>
        <w:t>D.Lgs.</w:t>
      </w:r>
      <w:proofErr w:type="spellEnd"/>
      <w:r w:rsidRPr="006E1344">
        <w:rPr>
          <w:rFonts w:ascii="Georgia" w:eastAsia="Calibri" w:hAnsi="Georgia" w:cs="Calibri"/>
          <w:sz w:val="20"/>
          <w:szCs w:val="20"/>
        </w:rPr>
        <w:t xml:space="preserve"> 30/2005</w:t>
      </w:r>
      <w:r w:rsidR="009B6703" w:rsidRPr="006E1344">
        <w:rPr>
          <w:rFonts w:ascii="Georgia" w:eastAsia="Calibri" w:hAnsi="Georgia" w:cs="Calibri"/>
          <w:sz w:val="20"/>
          <w:szCs w:val="20"/>
        </w:rPr>
        <w:t>.</w:t>
      </w:r>
    </w:p>
    <w:p w14:paraId="427F2466" w14:textId="77777777" w:rsidR="009B6703" w:rsidRPr="006E1344" w:rsidRDefault="009B6703"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w:t>
      </w:r>
      <w:r w:rsidRPr="006E1344">
        <w:rPr>
          <w:rFonts w:ascii="Georgia" w:eastAsia="Calibri" w:hAnsi="Georgia" w:cs="Calibri"/>
          <w:i/>
          <w:sz w:val="20"/>
          <w:szCs w:val="20"/>
        </w:rPr>
        <w:t xml:space="preserve">compilare i campi di cui alle lett. a), b) e c) con precisione. </w:t>
      </w:r>
      <w:r w:rsidRPr="006E1344">
        <w:rPr>
          <w:rFonts w:ascii="Georgia" w:eastAsia="Calibri" w:hAnsi="Georgia" w:cs="Calibri"/>
          <w:b/>
          <w:i/>
          <w:sz w:val="20"/>
          <w:szCs w:val="20"/>
        </w:rPr>
        <w:t>La motivazione è obbligatoria</w:t>
      </w:r>
      <w:r w:rsidRPr="006E1344">
        <w:rPr>
          <w:rFonts w:ascii="Georgia" w:eastAsia="Calibri" w:hAnsi="Georgia" w:cs="Calibri"/>
          <w:i/>
          <w:sz w:val="20"/>
          <w:szCs w:val="20"/>
        </w:rPr>
        <w:t xml:space="preserve">; in caso di mancata compilazione dei presenti campi la suddetta dichiarazione </w:t>
      </w:r>
      <w:r w:rsidRPr="006E1344">
        <w:rPr>
          <w:rFonts w:ascii="Georgia" w:eastAsia="Calibri" w:hAnsi="Georgia" w:cs="Calibri"/>
          <w:b/>
          <w:i/>
          <w:sz w:val="20"/>
          <w:szCs w:val="20"/>
          <w:u w:val="single"/>
        </w:rPr>
        <w:t>non</w:t>
      </w:r>
      <w:r w:rsidRPr="006E1344">
        <w:rPr>
          <w:rFonts w:ascii="Georgia" w:eastAsia="Calibri" w:hAnsi="Georgia" w:cs="Calibri"/>
          <w:b/>
          <w:i/>
          <w:sz w:val="20"/>
          <w:szCs w:val="20"/>
        </w:rPr>
        <w:t xml:space="preserve"> </w:t>
      </w:r>
      <w:r w:rsidRPr="006E1344">
        <w:rPr>
          <w:rFonts w:ascii="Georgia" w:eastAsia="Calibri" w:hAnsi="Georgia" w:cs="Calibri"/>
          <w:i/>
          <w:sz w:val="20"/>
          <w:szCs w:val="20"/>
        </w:rPr>
        <w:t>verrà presa in considerazione</w:t>
      </w:r>
      <w:r w:rsidRPr="006E1344">
        <w:rPr>
          <w:rFonts w:ascii="Georgia" w:eastAsia="Calibri" w:hAnsi="Georgia" w:cs="Calibri"/>
          <w:sz w:val="20"/>
          <w:szCs w:val="20"/>
        </w:rPr>
        <w:t>)</w:t>
      </w:r>
    </w:p>
    <w:p w14:paraId="22A42BA8" w14:textId="77777777" w:rsidR="00A30C82" w:rsidRPr="006E1344" w:rsidRDefault="00A30C82"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Le informazioni:</w:t>
      </w:r>
    </w:p>
    <w:p w14:paraId="0F2B9444"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sono segrete, nel senso che non sono nel loro insieme o nella precisa configurazione e combinazione dei loro elementi generalmente note o facilmente accessibili agli esperti ed agli operatori del settore:</w:t>
      </w:r>
    </w:p>
    <w:p w14:paraId="15E3AC14"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5A4D37A8"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hanno valore economico in quanto segrete</w:t>
      </w:r>
    </w:p>
    <w:p w14:paraId="5F5D114E"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106DBF0C"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sono sottoposte, da parte delle persone al cui legittimo controllo sono soggette, a misure da ritenersi ragionevolmente adeguate a mantenerle segrete”</w:t>
      </w:r>
    </w:p>
    <w:p w14:paraId="5D46DD70"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02AA06BB" w14:textId="77777777" w:rsidR="00EE760D" w:rsidRDefault="00EE760D" w:rsidP="00A30C82">
      <w:pPr>
        <w:spacing w:before="240" w:after="240" w:line="360" w:lineRule="auto"/>
        <w:jc w:val="both"/>
        <w:rPr>
          <w:rFonts w:ascii="Georgia" w:hAnsi="Georgia"/>
          <w:sz w:val="20"/>
          <w:szCs w:val="20"/>
        </w:rPr>
      </w:pPr>
      <w:r w:rsidRPr="006E1344">
        <w:rPr>
          <w:rFonts w:ascii="Georgia" w:hAnsi="Georgia"/>
          <w:sz w:val="20"/>
          <w:szCs w:val="20"/>
          <w:u w:val="single"/>
        </w:rPr>
        <w:t xml:space="preserve">Si allega alla presente copia </w:t>
      </w:r>
      <w:r w:rsidR="00473FB4" w:rsidRPr="006E1344">
        <w:rPr>
          <w:rFonts w:ascii="Georgia" w:hAnsi="Georgia"/>
          <w:sz w:val="20"/>
          <w:szCs w:val="20"/>
          <w:u w:val="single"/>
        </w:rPr>
        <w:t>della documentazione presentata</w:t>
      </w:r>
      <w:r w:rsidRPr="006E1344">
        <w:rPr>
          <w:rFonts w:ascii="Georgia" w:hAnsi="Georgia"/>
          <w:sz w:val="20"/>
          <w:szCs w:val="20"/>
          <w:u w:val="single"/>
        </w:rPr>
        <w:t xml:space="preserve"> debitamente oscurata nelle parti sopra indicate</w:t>
      </w:r>
      <w:r w:rsidRPr="006E1344">
        <w:rPr>
          <w:rFonts w:ascii="Georgia" w:hAnsi="Georgia"/>
          <w:sz w:val="20"/>
          <w:szCs w:val="20"/>
        </w:rPr>
        <w:t>.</w:t>
      </w:r>
    </w:p>
    <w:p w14:paraId="4FD0DCC5" w14:textId="77777777" w:rsidR="009E58E1" w:rsidRPr="006E1344" w:rsidRDefault="009E58E1" w:rsidP="00A30C82">
      <w:pPr>
        <w:spacing w:before="240" w:after="240" w:line="360" w:lineRule="auto"/>
        <w:jc w:val="both"/>
        <w:rPr>
          <w:rFonts w:ascii="Georgia" w:hAnsi="Georgia"/>
          <w:sz w:val="20"/>
          <w:szCs w:val="20"/>
        </w:rPr>
      </w:pPr>
      <w:r w:rsidRPr="006E1344">
        <w:rPr>
          <w:rFonts w:ascii="Georgia" w:hAnsi="Georgia"/>
          <w:sz w:val="20"/>
          <w:szCs w:val="20"/>
          <w:highlight w:val="yellow"/>
        </w:rPr>
        <w:t>XX/XX/XXXX</w:t>
      </w:r>
      <w:r w:rsidRPr="006E1344">
        <w:rPr>
          <w:rFonts w:ascii="Georgia" w:hAnsi="Georgia"/>
          <w:sz w:val="20"/>
          <w:szCs w:val="20"/>
        </w:rPr>
        <w:t>, lì ______________________________</w:t>
      </w:r>
    </w:p>
    <w:p w14:paraId="1AB24B30" w14:textId="77777777" w:rsidR="00997CC6" w:rsidRPr="006E1344" w:rsidRDefault="009B6703" w:rsidP="00A153F5">
      <w:pPr>
        <w:pStyle w:val="Paragrafoelenco"/>
        <w:spacing w:before="240" w:after="240" w:line="360" w:lineRule="auto"/>
        <w:ind w:left="4820"/>
        <w:jc w:val="right"/>
        <w:rPr>
          <w:rFonts w:ascii="Georgia" w:hAnsi="Georgia"/>
          <w:i/>
          <w:sz w:val="20"/>
          <w:szCs w:val="20"/>
        </w:rPr>
      </w:pPr>
      <w:r w:rsidRPr="006E1344">
        <w:rPr>
          <w:rFonts w:ascii="Georgia" w:hAnsi="Georgia"/>
          <w:i/>
          <w:sz w:val="20"/>
          <w:szCs w:val="20"/>
        </w:rPr>
        <w:t>firmato digitalmente ai sensi della normativa vigente</w:t>
      </w:r>
    </w:p>
    <w:p w14:paraId="44FB1DD8" w14:textId="77777777" w:rsidR="00A153F5" w:rsidRPr="006E1344" w:rsidRDefault="00A153F5" w:rsidP="00A153F5">
      <w:pPr>
        <w:pStyle w:val="Paragrafoelenco"/>
        <w:spacing w:after="0" w:line="240" w:lineRule="auto"/>
        <w:ind w:left="0"/>
        <w:contextualSpacing w:val="0"/>
        <w:jc w:val="both"/>
        <w:rPr>
          <w:rFonts w:ascii="Georgia" w:hAnsi="Georgia"/>
          <w:i/>
          <w:sz w:val="20"/>
          <w:szCs w:val="20"/>
        </w:rPr>
      </w:pPr>
    </w:p>
    <w:sectPr w:rsidR="00A153F5" w:rsidRPr="006E1344" w:rsidSect="005535CC">
      <w:headerReference w:type="default" r:id="rId8"/>
      <w:footerReference w:type="default" r:id="rId9"/>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99ED5" w14:textId="77777777" w:rsidR="00FF689A" w:rsidRDefault="00FF689A" w:rsidP="00FF689A">
      <w:pPr>
        <w:spacing w:after="0" w:line="240" w:lineRule="auto"/>
      </w:pPr>
      <w:r>
        <w:separator/>
      </w:r>
    </w:p>
  </w:endnote>
  <w:endnote w:type="continuationSeparator" w:id="0">
    <w:p w14:paraId="36141B6D"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6C0078A2"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6E1344">
          <w:rPr>
            <w:rFonts w:ascii="Cambria" w:hAnsi="Cambria"/>
            <w:noProof/>
            <w:sz w:val="20"/>
          </w:rPr>
          <w:t>2</w:t>
        </w:r>
        <w:r w:rsidRPr="009E58E1">
          <w:rPr>
            <w:rFonts w:ascii="Cambria" w:hAnsi="Cambria"/>
            <w:sz w:val="20"/>
          </w:rPr>
          <w:fldChar w:fldCharType="end"/>
        </w:r>
      </w:p>
    </w:sdtContent>
  </w:sdt>
  <w:p w14:paraId="6920D2D7"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C5EBF" w14:textId="77777777" w:rsidR="00FF689A" w:rsidRDefault="00FF689A" w:rsidP="00FF689A">
      <w:pPr>
        <w:spacing w:after="0" w:line="240" w:lineRule="auto"/>
      </w:pPr>
      <w:r>
        <w:separator/>
      </w:r>
    </w:p>
  </w:footnote>
  <w:footnote w:type="continuationSeparator" w:id="0">
    <w:p w14:paraId="12ECE138"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C779" w14:textId="77777777" w:rsidR="005535CC" w:rsidRDefault="005535CC">
    <w:pPr>
      <w:pStyle w:val="Intestazione"/>
    </w:pPr>
    <w:r w:rsidRPr="004301C8">
      <w:rPr>
        <w:rFonts w:ascii="Cambria" w:hAnsi="Cambria"/>
        <w:noProof/>
        <w:lang w:val="it-IT" w:eastAsia="it-IT"/>
      </w:rPr>
      <w:drawing>
        <wp:inline distT="0" distB="0" distL="0" distR="0" wp14:anchorId="790775D2" wp14:editId="2E3FE9FC">
          <wp:extent cx="1440000" cy="717192"/>
          <wp:effectExtent l="0" t="0" r="8255" b="698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9"/>
  </w:num>
  <w:num w:numId="2">
    <w:abstractNumId w:val="2"/>
  </w:num>
  <w:num w:numId="3">
    <w:abstractNumId w:val="1"/>
  </w:num>
  <w:num w:numId="4">
    <w:abstractNumId w:val="10"/>
  </w:num>
  <w:num w:numId="5">
    <w:abstractNumId w:val="8"/>
  </w:num>
  <w:num w:numId="6">
    <w:abstractNumId w:val="3"/>
  </w:num>
  <w:num w:numId="7">
    <w:abstractNumId w:val="11"/>
  </w:num>
  <w:num w:numId="8">
    <w:abstractNumId w:val="7"/>
  </w:num>
  <w:num w:numId="9">
    <w:abstractNumId w:val="0"/>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F6306"/>
    <w:rsid w:val="00207F82"/>
    <w:rsid w:val="00394864"/>
    <w:rsid w:val="003C503D"/>
    <w:rsid w:val="003C5F22"/>
    <w:rsid w:val="003D28BB"/>
    <w:rsid w:val="00421F42"/>
    <w:rsid w:val="00473FB4"/>
    <w:rsid w:val="004A51A4"/>
    <w:rsid w:val="004E4B00"/>
    <w:rsid w:val="005535CC"/>
    <w:rsid w:val="006A4FF6"/>
    <w:rsid w:val="006E1344"/>
    <w:rsid w:val="00792BF9"/>
    <w:rsid w:val="007D042E"/>
    <w:rsid w:val="008630B0"/>
    <w:rsid w:val="008A240B"/>
    <w:rsid w:val="008D21BE"/>
    <w:rsid w:val="008D2574"/>
    <w:rsid w:val="00971258"/>
    <w:rsid w:val="00993F91"/>
    <w:rsid w:val="00997CC6"/>
    <w:rsid w:val="009A2AA1"/>
    <w:rsid w:val="009B6703"/>
    <w:rsid w:val="009E58E1"/>
    <w:rsid w:val="00A1212E"/>
    <w:rsid w:val="00A153F5"/>
    <w:rsid w:val="00A30C82"/>
    <w:rsid w:val="00AC5E1F"/>
    <w:rsid w:val="00B11824"/>
    <w:rsid w:val="00B767FF"/>
    <w:rsid w:val="00BE4F9B"/>
    <w:rsid w:val="00C62D44"/>
    <w:rsid w:val="00CD4CA7"/>
    <w:rsid w:val="00E768ED"/>
    <w:rsid w:val="00EE760D"/>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7FC222A"/>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8EB6-24A9-4B2A-9BBF-098C5B82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473</Words>
  <Characters>2702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23</cp:revision>
  <dcterms:created xsi:type="dcterms:W3CDTF">2022-03-01T08:21:00Z</dcterms:created>
  <dcterms:modified xsi:type="dcterms:W3CDTF">2023-10-04T10:13:00Z</dcterms:modified>
</cp:coreProperties>
</file>