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8DF84" w14:textId="134EF979" w:rsidR="00FD2B87" w:rsidRPr="00FF6494" w:rsidRDefault="00422BA0" w:rsidP="00FF6494">
      <w:pPr>
        <w:pStyle w:val="StileTitolocopertinaInterlineaesatta15pt"/>
        <w:rPr>
          <w:rFonts w:ascii="Manrope" w:hAnsi="Manrope" w:cs="Arial"/>
          <w:sz w:val="20"/>
        </w:rPr>
      </w:pPr>
      <w:r>
        <w:rPr>
          <w:rFonts w:ascii="Manrope" w:hAnsi="Manrope" w:cs="Arial"/>
          <w:sz w:val="20"/>
        </w:rPr>
        <w:t xml:space="preserve">DICHIARAZIONE DI AVVALIMENTO DEL CONCORRENTE E DELL’IMPRESA AUSILIARIA </w:t>
      </w:r>
      <w:r w:rsidR="007C6A38">
        <w:rPr>
          <w:rFonts w:ascii="Manrope" w:hAnsi="Manrope" w:cs="Arial"/>
          <w:sz w:val="20"/>
        </w:rPr>
        <w:t xml:space="preserve">- </w:t>
      </w:r>
      <w:r w:rsidR="007C6A38" w:rsidRPr="00FF6494">
        <w:rPr>
          <w:rFonts w:ascii="Manrope" w:hAnsi="Manrope" w:cs="Arial"/>
          <w:sz w:val="20"/>
        </w:rPr>
        <w:t xml:space="preserve">ALLEGATO 2 </w:t>
      </w:r>
      <w:r w:rsidR="007C6A38">
        <w:rPr>
          <w:rFonts w:ascii="Manrope" w:hAnsi="Manrope" w:cs="Arial"/>
          <w:sz w:val="20"/>
        </w:rPr>
        <w:t xml:space="preserve"> </w:t>
      </w:r>
    </w:p>
    <w:p w14:paraId="7883CC80" w14:textId="77777777" w:rsidR="00FD2B87" w:rsidRPr="00FF6494" w:rsidRDefault="00FD2B87" w:rsidP="00FF6494">
      <w:pPr>
        <w:pStyle w:val="StileTitolocopertinaInterlineaesatta15pt"/>
        <w:rPr>
          <w:rFonts w:ascii="Manrope" w:hAnsi="Manrope" w:cs="Arial"/>
          <w:sz w:val="20"/>
        </w:rPr>
      </w:pPr>
    </w:p>
    <w:p w14:paraId="5E19E942" w14:textId="1AF6C7A3" w:rsidR="00FD2B87" w:rsidRPr="00FF6494" w:rsidRDefault="00FD2B87" w:rsidP="00FF6494">
      <w:pPr>
        <w:rPr>
          <w:rFonts w:ascii="Manrope" w:hAnsi="Manrope" w:cs="Arial"/>
          <w:i/>
        </w:rPr>
      </w:pPr>
      <w:r w:rsidRPr="00FF6494">
        <w:rPr>
          <w:rFonts w:ascii="Manrope" w:hAnsi="Manrope" w:cs="Arial"/>
          <w:i/>
        </w:rPr>
        <w:t>(</w:t>
      </w:r>
      <w:r w:rsidRPr="00FF6494">
        <w:rPr>
          <w:rFonts w:ascii="Manrope" w:hAnsi="Manrope" w:cs="Arial"/>
          <w:b/>
          <w:i/>
          <w:u w:val="single"/>
        </w:rPr>
        <w:t>si ricorda che</w:t>
      </w:r>
      <w:r w:rsidRPr="00FF6494">
        <w:rPr>
          <w:rFonts w:ascii="Manrope" w:hAnsi="Manrope" w:cs="Arial"/>
          <w:i/>
        </w:rPr>
        <w:t xml:space="preserve">: </w:t>
      </w:r>
    </w:p>
    <w:p w14:paraId="231660DF" w14:textId="27747D1D" w:rsidR="00FD2B87" w:rsidRPr="00FF6494" w:rsidRDefault="00FD2B87" w:rsidP="00FF6494">
      <w:pPr>
        <w:pStyle w:val="Paragrafoelenco"/>
        <w:numPr>
          <w:ilvl w:val="0"/>
          <w:numId w:val="3"/>
        </w:numPr>
        <w:tabs>
          <w:tab w:val="left" w:pos="0"/>
        </w:tabs>
        <w:rPr>
          <w:rFonts w:ascii="Manrope" w:hAnsi="Manrope" w:cs="Arial"/>
        </w:rPr>
      </w:pPr>
      <w:r w:rsidRPr="00FF6494">
        <w:rPr>
          <w:rFonts w:ascii="Manrope" w:hAnsi="Manrope" w:cs="Arial"/>
          <w:i/>
        </w:rPr>
        <w:t xml:space="preserve">alle dichiarazioni di avvalimento deve essere allegato (e quindi inserito nell’apposita sezione del sistema dedicata all’avvalimento) ai sensi dell’art. </w:t>
      </w:r>
      <w:r w:rsidR="0018372E" w:rsidRPr="00FF6494">
        <w:rPr>
          <w:rFonts w:ascii="Manrope" w:hAnsi="Manrope" w:cs="Arial"/>
          <w:i/>
        </w:rPr>
        <w:t>104 del Codice</w:t>
      </w:r>
      <w:r w:rsidR="003F235A" w:rsidRPr="00FF6494">
        <w:rPr>
          <w:rFonts w:ascii="Manrope" w:hAnsi="Manrope" w:cs="Arial"/>
          <w:i/>
        </w:rPr>
        <w:t xml:space="preserve"> e con le modalità indicate nel disciplinare di gara, </w:t>
      </w:r>
      <w:r w:rsidR="0018372E" w:rsidRPr="00FF6494">
        <w:rPr>
          <w:rFonts w:ascii="Manrope" w:hAnsi="Manrope" w:cs="Arial"/>
          <w:i/>
        </w:rPr>
        <w:t xml:space="preserve"> </w:t>
      </w:r>
      <w:r w:rsidRPr="00FF6494">
        <w:rPr>
          <w:rFonts w:ascii="Manrope" w:hAnsi="Manrope" w:cs="Arial"/>
          <w:b/>
          <w:i/>
          <w:u w:val="single"/>
        </w:rPr>
        <w:t>originale o copia autentica del contratto</w:t>
      </w:r>
      <w:r w:rsidRPr="00FF6494">
        <w:rPr>
          <w:rFonts w:ascii="Manrope" w:hAnsi="Manrope" w:cs="Arial"/>
          <w:i/>
        </w:rPr>
        <w:t xml:space="preserve"> in virtù del quale l’impresa ausiliaria si obbliga nei confronti dell’offerente a mettere a disposizione le risorse necessarie per tutta la durata dell’appalto; si ricorda che come prescritto dal Capitolato d’oneri </w:t>
      </w:r>
      <w:r w:rsidRPr="00FF6494">
        <w:rPr>
          <w:rFonts w:ascii="Manrope" w:hAnsi="Manrope" w:cs="Arial"/>
          <w:b/>
          <w:i/>
          <w:u w:val="single"/>
        </w:rPr>
        <w:t xml:space="preserve">il contratto dovrà riportare, </w:t>
      </w:r>
      <w:r w:rsidR="008C0151" w:rsidRPr="00FF6494">
        <w:rPr>
          <w:rFonts w:ascii="Manrope" w:hAnsi="Manrope" w:cs="Arial"/>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FF6494">
        <w:rPr>
          <w:rFonts w:ascii="Manrope" w:hAnsi="Manrope" w:cs="Arial"/>
          <w:i/>
        </w:rPr>
        <w:t>e serve ad entrambe le finalità;</w:t>
      </w:r>
    </w:p>
    <w:p w14:paraId="2C8F00F6" w14:textId="77777777" w:rsidR="00FD2B87" w:rsidRPr="00FF6494" w:rsidRDefault="00FD2B87" w:rsidP="00FF6494">
      <w:pPr>
        <w:pStyle w:val="Paragrafoelenco"/>
        <w:numPr>
          <w:ilvl w:val="0"/>
          <w:numId w:val="3"/>
        </w:numPr>
        <w:tabs>
          <w:tab w:val="left" w:pos="0"/>
        </w:tabs>
        <w:rPr>
          <w:rFonts w:ascii="Manrope" w:hAnsi="Manrope" w:cs="Arial"/>
          <w:i/>
        </w:rPr>
      </w:pPr>
      <w:r w:rsidRPr="00FF6494">
        <w:rPr>
          <w:rFonts w:ascii="Manrope" w:hAnsi="Manrope" w:cs="Arial"/>
          <w:b/>
          <w:i/>
          <w:u w:val="single"/>
        </w:rPr>
        <w:t>l’ausiliaria deve essere un’impresa già ammessa</w:t>
      </w:r>
      <w:r w:rsidR="008C0151" w:rsidRPr="00FF6494">
        <w:rPr>
          <w:rFonts w:ascii="Manrope" w:hAnsi="Manrope" w:cs="Arial"/>
          <w:b/>
          <w:i/>
          <w:u w:val="single"/>
        </w:rPr>
        <w:t xml:space="preserve"> </w:t>
      </w:r>
      <w:r w:rsidRPr="00FF6494">
        <w:rPr>
          <w:rFonts w:ascii="Manrope" w:hAnsi="Manrope" w:cs="Arial"/>
          <w:b/>
          <w:i/>
          <w:u w:val="single"/>
        </w:rPr>
        <w:t>ad una categoria merceologica di ammissione allo SDA</w:t>
      </w:r>
      <w:r w:rsidR="008C0151" w:rsidRPr="00FF6494">
        <w:rPr>
          <w:rFonts w:ascii="Manrope" w:hAnsi="Manrope" w:cs="Arial"/>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FF6494">
        <w:rPr>
          <w:rFonts w:ascii="Manrope" w:hAnsi="Manrope" w:cs="Arial"/>
          <w:i/>
        </w:rPr>
        <w:t xml:space="preserve">. </w:t>
      </w:r>
    </w:p>
    <w:p w14:paraId="0524AED1" w14:textId="77777777" w:rsidR="0018372E" w:rsidRPr="00FF6494" w:rsidRDefault="0018372E" w:rsidP="00FF6494">
      <w:pPr>
        <w:rPr>
          <w:rFonts w:ascii="Manrope" w:hAnsi="Manrope" w:cs="Arial"/>
          <w:i/>
        </w:rPr>
      </w:pPr>
    </w:p>
    <w:p w14:paraId="6B534C68" w14:textId="77777777" w:rsidR="00FD2B87" w:rsidRPr="00FF6494" w:rsidRDefault="00FD2B87" w:rsidP="00FF6494">
      <w:pPr>
        <w:rPr>
          <w:rFonts w:ascii="Manrope" w:hAnsi="Manrope" w:cs="Arial"/>
        </w:rPr>
      </w:pPr>
    </w:p>
    <w:p w14:paraId="75A732BB" w14:textId="77777777" w:rsidR="003F235A" w:rsidRPr="00FF6494" w:rsidRDefault="00FD2B87" w:rsidP="00FF6494">
      <w:pPr>
        <w:pStyle w:val="Heading11ghostg"/>
        <w:spacing w:before="0" w:after="0"/>
        <w:rPr>
          <w:rStyle w:val="Grassetto"/>
          <w:rFonts w:ascii="Manrope" w:hAnsi="Manrope" w:cs="Arial"/>
        </w:rPr>
      </w:pPr>
      <w:r w:rsidRPr="00FF6494">
        <w:rPr>
          <w:rFonts w:ascii="Manrope" w:hAnsi="Manrope" w:cs="Arial"/>
          <w:sz w:val="20"/>
        </w:rPr>
        <w:br w:type="page"/>
      </w:r>
      <w:r w:rsidR="003F235A" w:rsidRPr="00FF6494">
        <w:rPr>
          <w:rStyle w:val="Grassetto"/>
          <w:rFonts w:ascii="Manrope" w:hAnsi="Manrope" w:cs="Arial"/>
        </w:rPr>
        <w:lastRenderedPageBreak/>
        <w:t xml:space="preserve"> </w:t>
      </w:r>
    </w:p>
    <w:p w14:paraId="2A522101" w14:textId="77777777" w:rsidR="00FD2B87" w:rsidRPr="00FF6494" w:rsidRDefault="00FD2B87" w:rsidP="00FF6494">
      <w:pPr>
        <w:rPr>
          <w:rStyle w:val="Grassetto"/>
          <w:rFonts w:ascii="Manrope" w:hAnsi="Manrope" w:cs="Arial"/>
        </w:rPr>
      </w:pPr>
      <w:r w:rsidRPr="00FF6494">
        <w:rPr>
          <w:rStyle w:val="Grassetto"/>
          <w:rFonts w:ascii="Manrope" w:hAnsi="Manrope" w:cs="Arial"/>
        </w:rPr>
        <w:t xml:space="preserve">DICHIARAZIONE DI </w:t>
      </w:r>
      <w:r w:rsidR="00886FE5" w:rsidRPr="00FF6494">
        <w:rPr>
          <w:rStyle w:val="Grassetto"/>
          <w:rFonts w:ascii="Manrope" w:hAnsi="Manrope" w:cs="Arial"/>
        </w:rPr>
        <w:t>AVVALIMENTO</w:t>
      </w:r>
      <w:r w:rsidRPr="00FF6494">
        <w:rPr>
          <w:rStyle w:val="Grassetto"/>
          <w:rFonts w:ascii="Manrope" w:hAnsi="Manrope" w:cs="Arial"/>
        </w:rPr>
        <w:t xml:space="preserve"> DELL’IMPRESA AUSILIARIA</w:t>
      </w:r>
    </w:p>
    <w:p w14:paraId="2BC8DA96" w14:textId="77777777" w:rsidR="00FD2B87" w:rsidRPr="00FF6494" w:rsidRDefault="00FD2B87" w:rsidP="00FF6494">
      <w:pPr>
        <w:rPr>
          <w:rFonts w:ascii="Manrope" w:hAnsi="Manrope" w:cs="Arial"/>
        </w:rPr>
      </w:pPr>
    </w:p>
    <w:p w14:paraId="5376814F" w14:textId="77777777" w:rsidR="00FD2B87" w:rsidRPr="00FF6494" w:rsidRDefault="00FD2B87" w:rsidP="00FF6494">
      <w:pPr>
        <w:pStyle w:val="Indirizzo"/>
        <w:rPr>
          <w:rFonts w:ascii="Manrope" w:hAnsi="Manrope" w:cs="Arial"/>
          <w:szCs w:val="20"/>
        </w:rPr>
      </w:pPr>
      <w:r w:rsidRPr="00FF6494">
        <w:rPr>
          <w:rFonts w:ascii="Manrope" w:hAnsi="Manrope" w:cs="Arial"/>
          <w:szCs w:val="20"/>
        </w:rPr>
        <w:t>Spett.le</w:t>
      </w:r>
    </w:p>
    <w:p w14:paraId="044BA538" w14:textId="77777777" w:rsidR="00FD2B87" w:rsidRPr="00FF6494" w:rsidRDefault="00FD2B87" w:rsidP="00FF6494">
      <w:pPr>
        <w:pStyle w:val="Indirizzo"/>
        <w:rPr>
          <w:rFonts w:ascii="Manrope" w:hAnsi="Manrope" w:cs="Arial"/>
          <w:b/>
          <w:bCs/>
          <w:szCs w:val="20"/>
        </w:rPr>
      </w:pPr>
      <w:r w:rsidRPr="00FF6494">
        <w:rPr>
          <w:rFonts w:ascii="Manrope" w:hAnsi="Manrope" w:cs="Arial"/>
          <w:b/>
          <w:bCs/>
          <w:szCs w:val="20"/>
        </w:rPr>
        <w:t xml:space="preserve">____________ </w:t>
      </w:r>
    </w:p>
    <w:p w14:paraId="650E0FF0" w14:textId="77777777" w:rsidR="00FD2B87" w:rsidRPr="00FF6494" w:rsidRDefault="00FD2B87" w:rsidP="00FF6494">
      <w:pPr>
        <w:pStyle w:val="Indirizzo"/>
        <w:rPr>
          <w:rFonts w:ascii="Manrope" w:hAnsi="Manrope" w:cs="Arial"/>
          <w:b/>
          <w:bCs/>
          <w:color w:val="0079D5"/>
          <w:szCs w:val="20"/>
        </w:rPr>
      </w:pPr>
      <w:r w:rsidRPr="00FF6494">
        <w:rPr>
          <w:rFonts w:ascii="Manrope" w:hAnsi="Manrope" w:cs="Arial"/>
          <w:b/>
          <w:bCs/>
          <w:color w:val="0079D5"/>
          <w:szCs w:val="20"/>
        </w:rPr>
        <w:t>&lt;</w:t>
      </w:r>
      <w:r w:rsidRPr="00FF6494">
        <w:rPr>
          <w:rFonts w:ascii="Manrope" w:hAnsi="Manrope" w:cs="Arial"/>
          <w:bCs/>
          <w:i/>
          <w:color w:val="0079D5"/>
          <w:kern w:val="32"/>
          <w:szCs w:val="20"/>
        </w:rPr>
        <w:t>stazione appaltante</w:t>
      </w:r>
      <w:r w:rsidRPr="00FF6494">
        <w:rPr>
          <w:rFonts w:ascii="Manrope" w:hAnsi="Manrope" w:cs="Arial"/>
          <w:b/>
          <w:bCs/>
          <w:color w:val="0079D5"/>
          <w:szCs w:val="20"/>
        </w:rPr>
        <w:t xml:space="preserve">&gt; </w:t>
      </w:r>
    </w:p>
    <w:p w14:paraId="678645AC" w14:textId="77777777" w:rsidR="00FD2B87" w:rsidRPr="00FF6494" w:rsidRDefault="00FD2B87" w:rsidP="00FF6494">
      <w:pPr>
        <w:pStyle w:val="Indirizzo"/>
        <w:rPr>
          <w:rFonts w:ascii="Manrope" w:hAnsi="Manrope" w:cs="Arial"/>
          <w:szCs w:val="20"/>
        </w:rPr>
      </w:pPr>
      <w:r w:rsidRPr="00FF6494">
        <w:rPr>
          <w:rFonts w:ascii="Manrope" w:hAnsi="Manrope" w:cs="Arial"/>
          <w:szCs w:val="20"/>
        </w:rPr>
        <w:t xml:space="preserve"> </w:t>
      </w:r>
    </w:p>
    <w:p w14:paraId="252BCF5F" w14:textId="77777777" w:rsidR="00FD2B87" w:rsidRPr="00FF6494" w:rsidRDefault="00FD2B87" w:rsidP="00FF6494">
      <w:pPr>
        <w:rPr>
          <w:rFonts w:ascii="Manrope" w:hAnsi="Manrope" w:cs="Arial"/>
          <w:u w:val="single"/>
        </w:rPr>
      </w:pPr>
    </w:p>
    <w:p w14:paraId="1CBF3AF8" w14:textId="77777777" w:rsidR="00FD2B87" w:rsidRPr="00FF6494" w:rsidRDefault="00FD2B87" w:rsidP="00FF6494">
      <w:pPr>
        <w:rPr>
          <w:rFonts w:ascii="Manrope" w:hAnsi="Manrope" w:cs="Arial"/>
          <w:u w:val="single"/>
        </w:rPr>
      </w:pPr>
    </w:p>
    <w:p w14:paraId="6F45EC32" w14:textId="77777777" w:rsidR="00FD2B87" w:rsidRPr="00FF6494" w:rsidRDefault="00FD2B87" w:rsidP="00FF6494">
      <w:pPr>
        <w:rPr>
          <w:rFonts w:ascii="Manrope" w:hAnsi="Manrope" w:cs="Arial"/>
        </w:rPr>
      </w:pPr>
      <w:r w:rsidRPr="00FF6494">
        <w:rPr>
          <w:rFonts w:ascii="Manrope" w:hAnsi="Manrope"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8832B87" w14:textId="77777777" w:rsidR="00FD2B87" w:rsidRPr="00FF6494" w:rsidRDefault="00FD2B87" w:rsidP="00FF6494">
      <w:pPr>
        <w:rPr>
          <w:rFonts w:ascii="Manrope" w:hAnsi="Manrope" w:cs="Arial"/>
        </w:rPr>
      </w:pPr>
      <w:r w:rsidRPr="00FF6494">
        <w:rPr>
          <w:rFonts w:ascii="Manrope" w:hAnsi="Manrope"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528ED93" w14:textId="77777777" w:rsidR="00D77C70" w:rsidRPr="00FF6494" w:rsidRDefault="00D77C70" w:rsidP="00FF6494">
      <w:pPr>
        <w:rPr>
          <w:rFonts w:ascii="Manrope" w:hAnsi="Manrope" w:cs="Arial"/>
        </w:rPr>
      </w:pPr>
    </w:p>
    <w:p w14:paraId="0B29D381" w14:textId="77777777" w:rsidR="00FD2B87" w:rsidRPr="00FF6494" w:rsidRDefault="00FD2B87" w:rsidP="00FF6494">
      <w:pPr>
        <w:pStyle w:val="Titolo1"/>
        <w:jc w:val="both"/>
        <w:rPr>
          <w:rStyle w:val="Grassetto"/>
          <w:rFonts w:ascii="Manrope" w:hAnsi="Manrope" w:cs="Arial"/>
          <w:b/>
          <w:kern w:val="0"/>
        </w:rPr>
      </w:pPr>
      <w:r w:rsidRPr="00FF6494">
        <w:rPr>
          <w:rStyle w:val="Grassetto"/>
          <w:rFonts w:ascii="Manrope" w:hAnsi="Manrope" w:cs="Arial"/>
          <w:b/>
          <w:kern w:val="0"/>
        </w:rPr>
        <w:t>DICHIARA SOTTO LA PROPRIA RESPONSABILITÀ</w:t>
      </w:r>
    </w:p>
    <w:p w14:paraId="45ED8BA0" w14:textId="77777777" w:rsidR="00D77C70" w:rsidRPr="00FF6494" w:rsidRDefault="00D77C70" w:rsidP="00FF6494">
      <w:pPr>
        <w:rPr>
          <w:rFonts w:ascii="Manrope" w:hAnsi="Manrope"/>
        </w:rPr>
      </w:pPr>
    </w:p>
    <w:p w14:paraId="5EA3C032" w14:textId="77777777" w:rsidR="00FD2B87" w:rsidRPr="00FF6494" w:rsidRDefault="00FD2B87" w:rsidP="00FF6494">
      <w:pPr>
        <w:pStyle w:val="Paragrafoelenco"/>
        <w:numPr>
          <w:ilvl w:val="0"/>
          <w:numId w:val="5"/>
        </w:numPr>
        <w:rPr>
          <w:rFonts w:ascii="Manrope" w:hAnsi="Manrope" w:cs="Arial"/>
          <w:i/>
        </w:rPr>
      </w:pPr>
      <w:r w:rsidRPr="00FF6494">
        <w:rPr>
          <w:rFonts w:ascii="Manrope" w:hAnsi="Manrope" w:cs="Arial"/>
        </w:rPr>
        <w:t xml:space="preserve">che l’Impresa è stata ammessa in data ________ al Sistema dinamico della pubblica amministrazione per _________ </w:t>
      </w:r>
      <w:r w:rsidR="006626D0" w:rsidRPr="00FF6494">
        <w:rPr>
          <w:rFonts w:ascii="Manrope" w:hAnsi="Manrope" w:cs="Arial"/>
        </w:rPr>
        <w:t>&lt;</w:t>
      </w:r>
      <w:r w:rsidR="006626D0" w:rsidRPr="00FF6494">
        <w:rPr>
          <w:rFonts w:ascii="Manrope" w:hAnsi="Manrope" w:cs="Arial"/>
          <w:i/>
        </w:rPr>
        <w:t xml:space="preserve">In alternativa, nel caso in cui l’impresa ausiliaria abbia </w:t>
      </w:r>
      <w:r w:rsidR="006626D0" w:rsidRPr="00FF6494">
        <w:rPr>
          <w:rFonts w:ascii="Manrope" w:hAnsi="Manrope" w:cs="Arial"/>
          <w:i/>
          <w:u w:val="single"/>
        </w:rPr>
        <w:t>presentato la domanda di ammissione ad almeno un Bando SDA</w:t>
      </w:r>
      <w:r w:rsidR="006626D0" w:rsidRPr="00FF6494">
        <w:rPr>
          <w:rFonts w:ascii="Manrope" w:hAnsi="Manrope" w:cs="Arial"/>
          <w:i/>
        </w:rPr>
        <w:t xml:space="preserve">, prima del termine di presentazione dell’offerta fissato nell’AS ma non risulti a tale data ancora ammessa: </w:t>
      </w:r>
      <w:r w:rsidR="006626D0" w:rsidRPr="00FF6494">
        <w:rPr>
          <w:rFonts w:ascii="Manrope" w:hAnsi="Manrope" w:cs="Arial"/>
        </w:rPr>
        <w:t>pur non essendo ammessa alla data di scadenza di presentazione delle offerte, ha presentato  entro tale termine la domanda di ammissione che allega alla presente dichiarazione&gt;</w:t>
      </w:r>
      <w:r w:rsidRPr="00FF6494">
        <w:rPr>
          <w:rFonts w:ascii="Manrope" w:hAnsi="Manrope" w:cs="Arial"/>
        </w:rPr>
        <w:t xml:space="preserve">;  </w:t>
      </w:r>
    </w:p>
    <w:p w14:paraId="4B11312E" w14:textId="77777777" w:rsidR="006626D0" w:rsidRPr="00FF6494" w:rsidRDefault="006626D0" w:rsidP="00FF6494">
      <w:pPr>
        <w:pStyle w:val="Paragrafoelenco"/>
        <w:numPr>
          <w:ilvl w:val="0"/>
          <w:numId w:val="5"/>
        </w:numPr>
        <w:rPr>
          <w:rFonts w:ascii="Manrope" w:hAnsi="Manrope" w:cs="Arial"/>
        </w:rPr>
      </w:pPr>
      <w:r w:rsidRPr="00FF6494">
        <w:rPr>
          <w:rFonts w:ascii="Manrope" w:hAnsi="Manrope" w:cs="Arial"/>
        </w:rPr>
        <w:t>di obbligarsi, verso il concorrente ______________</w:t>
      </w:r>
      <w:r w:rsidRPr="00FF6494">
        <w:rPr>
          <w:rFonts w:ascii="Manrope" w:hAnsi="Manrope" w:cs="Arial"/>
          <w:i/>
        </w:rPr>
        <w:t xml:space="preserve"> (indicare impresa ausiliata)</w:t>
      </w:r>
      <w:r w:rsidRPr="00FF6494">
        <w:rPr>
          <w:rFonts w:ascii="Manrope" w:hAnsi="Manrope" w:cs="Arial"/>
        </w:rPr>
        <w:t xml:space="preserve"> e verso </w:t>
      </w:r>
      <w:r w:rsidR="000B6268" w:rsidRPr="00FF6494">
        <w:rPr>
          <w:rFonts w:ascii="Manrope" w:hAnsi="Manrope" w:cs="Arial"/>
        </w:rPr>
        <w:t>l’Amministrazione______________</w:t>
      </w:r>
      <w:r w:rsidRPr="00FF6494">
        <w:rPr>
          <w:rFonts w:ascii="Manrope" w:hAnsi="Manrope" w:cs="Arial"/>
        </w:rPr>
        <w:t>, a mettere a disposizione, per tutta la durata dell’appalto, le risorse necessarie di cui è carente il concorrente;</w:t>
      </w:r>
    </w:p>
    <w:p w14:paraId="0F231DED" w14:textId="45D84DB1" w:rsidR="006626D0" w:rsidRPr="00FF6494" w:rsidRDefault="00B24F96" w:rsidP="00FF6494">
      <w:pPr>
        <w:pStyle w:val="Paragrafoelenco"/>
        <w:numPr>
          <w:ilvl w:val="0"/>
          <w:numId w:val="5"/>
        </w:numPr>
        <w:rPr>
          <w:rFonts w:ascii="Manrope" w:hAnsi="Manrope" w:cs="Arial"/>
        </w:rPr>
      </w:pPr>
      <w:r w:rsidRPr="00FF6494">
        <w:rPr>
          <w:rFonts w:ascii="Manrope" w:hAnsi="Manrope" w:cs="Arial"/>
          <w:bCs/>
          <w:i/>
          <w:iCs/>
          <w:color w:val="0079D5"/>
        </w:rPr>
        <w:t>&lt;</w:t>
      </w:r>
      <w:r w:rsidR="006626D0" w:rsidRPr="00FF6494">
        <w:rPr>
          <w:rFonts w:ascii="Manrope" w:hAnsi="Manrope" w:cs="Arial"/>
          <w:bCs/>
          <w:i/>
          <w:iCs/>
          <w:color w:val="0079D5"/>
        </w:rPr>
        <w:t>Se richiesti requisiti relativi ad autorizzazioni o altri titoli abilitativi di cui all’art 100 comma 3 (diversi dall’iscrizione alla CCIAA), inserire la seguente dichiarazione&gt;</w:t>
      </w:r>
      <w:r w:rsidR="006626D0" w:rsidRPr="00FF6494">
        <w:rPr>
          <w:rFonts w:ascii="Manrope" w:hAnsi="Manrope" w:cs="Arial"/>
          <w:color w:val="0079D5"/>
        </w:rPr>
        <w:t xml:space="preserve"> [</w:t>
      </w:r>
      <w:r w:rsidR="006626D0" w:rsidRPr="00FF6494">
        <w:rPr>
          <w:rFonts w:ascii="Manrope" w:hAnsi="Manrope" w:cs="Arial"/>
          <w:i/>
          <w:color w:val="0079D5"/>
        </w:rPr>
        <w:t>Eventuale:</w:t>
      </w:r>
      <w:r w:rsidR="006626D0" w:rsidRPr="00FF6494">
        <w:rPr>
          <w:rFonts w:ascii="Manrope" w:hAnsi="Manrope" w:cs="Arial"/>
          <w:i/>
        </w:rPr>
        <w:t xml:space="preserve"> </w:t>
      </w:r>
      <w:r w:rsidR="006626D0" w:rsidRPr="00FF6494">
        <w:rPr>
          <w:rFonts w:ascii="Manrope" w:hAnsi="Manrope" w:cs="Arial"/>
        </w:rPr>
        <w:t>di impegnarsi ad eseguire direttamente la prestazione per cui è richiesto il requisito di cui al par. 6.1, lett.</w:t>
      </w:r>
      <w:r w:rsidR="006626D0" w:rsidRPr="00FF6494">
        <w:rPr>
          <w:rFonts w:ascii="Manrope" w:hAnsi="Manrope" w:cs="Arial"/>
          <w:bCs/>
          <w:i/>
          <w:iCs/>
          <w:color w:val="0033CC"/>
        </w:rPr>
        <w:t xml:space="preserve"> _____</w:t>
      </w:r>
      <w:r w:rsidR="006626D0" w:rsidRPr="00FF6494">
        <w:rPr>
          <w:rFonts w:ascii="Manrope" w:hAnsi="Manrope" w:cs="Arial"/>
          <w:bCs/>
          <w:i/>
          <w:iCs/>
          <w:color w:val="0079D5"/>
        </w:rPr>
        <w:t xml:space="preserve">&lt;indicare il riferimento&gt; </w:t>
      </w:r>
      <w:r w:rsidR="006626D0" w:rsidRPr="00FF6494">
        <w:rPr>
          <w:rFonts w:ascii="Manrope" w:hAnsi="Manrope" w:cs="Arial"/>
          <w:bCs/>
          <w:iCs/>
        </w:rPr>
        <w:t xml:space="preserve">del </w:t>
      </w:r>
      <w:r w:rsidR="006626D0" w:rsidRPr="00FF6494">
        <w:rPr>
          <w:rFonts w:ascii="Manrope" w:hAnsi="Manrope" w:cs="Arial"/>
          <w:bCs/>
          <w:i/>
          <w:color w:val="0079D5"/>
        </w:rPr>
        <w:t>disciplinare/capitolato d’oneri</w:t>
      </w:r>
      <w:r w:rsidR="006626D0" w:rsidRPr="00FF6494">
        <w:rPr>
          <w:rFonts w:ascii="Manrope" w:hAnsi="Manrope" w:cs="Arial"/>
          <w:i/>
          <w:color w:val="0079D5"/>
        </w:rPr>
        <w:t>.]</w:t>
      </w:r>
    </w:p>
    <w:p w14:paraId="513FBFD3" w14:textId="7BF7362F" w:rsidR="006626D0" w:rsidRPr="00FF6494" w:rsidRDefault="006626D0" w:rsidP="00FF6494">
      <w:pPr>
        <w:pStyle w:val="Paragrafoelenco"/>
        <w:numPr>
          <w:ilvl w:val="0"/>
          <w:numId w:val="5"/>
        </w:numPr>
        <w:rPr>
          <w:rFonts w:ascii="Manrope" w:hAnsi="Manrope" w:cs="Arial"/>
        </w:rPr>
      </w:pPr>
      <w:r w:rsidRPr="00FF6494">
        <w:rPr>
          <w:rFonts w:ascii="Manrope" w:hAnsi="Manrope" w:cs="Arial"/>
          <w:bCs/>
          <w:i/>
          <w:iCs/>
          <w:color w:val="0079D5"/>
        </w:rPr>
        <w:t xml:space="preserve">Se richiesti requisiti relativi a titoli di studio e professionali necessari </w:t>
      </w:r>
      <w:r w:rsidRPr="00FF6494">
        <w:rPr>
          <w:rFonts w:ascii="Manrope" w:hAnsi="Manrope" w:cs="Arial"/>
          <w:bCs/>
          <w:i/>
          <w:iCs/>
          <w:color w:val="0079D5"/>
        </w:rPr>
        <w:lastRenderedPageBreak/>
        <w:t>all’esecuzione dell’appalto, inserire la seguente dichiarazione</w:t>
      </w:r>
      <w:r w:rsidRPr="00FF6494">
        <w:rPr>
          <w:rFonts w:ascii="Manrope" w:hAnsi="Manrope" w:cs="Arial"/>
          <w:i/>
          <w:color w:val="0079D5"/>
        </w:rPr>
        <w:t>&gt;</w:t>
      </w:r>
      <w:r w:rsidRPr="00FF6494">
        <w:rPr>
          <w:rFonts w:ascii="Manrope" w:hAnsi="Manrope" w:cs="Arial"/>
          <w:i/>
        </w:rPr>
        <w:t xml:space="preserve">: </w:t>
      </w:r>
      <w:r w:rsidRPr="00FF6494">
        <w:rPr>
          <w:rFonts w:ascii="Manrope" w:hAnsi="Manrope" w:cs="Arial"/>
          <w:i/>
          <w:color w:val="0079D5"/>
        </w:rPr>
        <w:t xml:space="preserve">[Eventuale: </w:t>
      </w:r>
      <w:r w:rsidRPr="00FF6494">
        <w:rPr>
          <w:rFonts w:ascii="Manrope" w:hAnsi="Manrope" w:cs="Arial"/>
        </w:rPr>
        <w:t>di impegnarsi ad eseguire direttamente la prestazione per cui è richiesto il requisito di cui al par. _____del ____.</w:t>
      </w:r>
      <w:r w:rsidRPr="00FF6494">
        <w:rPr>
          <w:rFonts w:ascii="Manrope" w:hAnsi="Manrope" w:cs="Arial"/>
          <w:bCs/>
          <w:i/>
          <w:iCs/>
          <w:color w:val="0033CC"/>
        </w:rPr>
        <w:t xml:space="preserve"> _____</w:t>
      </w:r>
      <w:r w:rsidRPr="00FF6494">
        <w:rPr>
          <w:rFonts w:ascii="Manrope" w:hAnsi="Manrope" w:cs="Arial"/>
          <w:bCs/>
          <w:i/>
          <w:iCs/>
          <w:color w:val="0079D5"/>
        </w:rPr>
        <w:t>&lt;indicare il riferimento&gt;</w:t>
      </w:r>
      <w:r w:rsidRPr="00FF6494">
        <w:rPr>
          <w:rFonts w:ascii="Manrope" w:hAnsi="Manrope" w:cs="Arial"/>
        </w:rPr>
        <w:t>.</w:t>
      </w:r>
      <w:r w:rsidRPr="00FF6494">
        <w:rPr>
          <w:rFonts w:ascii="Manrope" w:hAnsi="Manrope" w:cs="Arial"/>
          <w:color w:val="0079D5"/>
        </w:rPr>
        <w:t>]</w:t>
      </w:r>
    </w:p>
    <w:p w14:paraId="370CB472" w14:textId="77777777" w:rsidR="00FD2B87" w:rsidRPr="00FF6494" w:rsidRDefault="00FD2B87" w:rsidP="00FF6494">
      <w:pPr>
        <w:pStyle w:val="Paragrafoelenco"/>
        <w:numPr>
          <w:ilvl w:val="0"/>
          <w:numId w:val="5"/>
        </w:numPr>
        <w:rPr>
          <w:rFonts w:ascii="Manrope" w:hAnsi="Manrope" w:cs="Arial"/>
        </w:rPr>
      </w:pPr>
      <w:r w:rsidRPr="00FF6494">
        <w:rPr>
          <w:rFonts w:ascii="Manrope" w:hAnsi="Manrope" w:cs="Arial"/>
        </w:rPr>
        <w:t xml:space="preserve">di essere informato, ai sensi e per gli effetti dell’art. 13 del </w:t>
      </w:r>
      <w:r w:rsidRPr="00FF6494">
        <w:rPr>
          <w:rFonts w:ascii="Manrope" w:hAnsi="Manrope" w:cs="Arial"/>
          <w:lang w:eastAsia="ar-SA"/>
        </w:rPr>
        <w:t>Regolamento UE n. 2016/679</w:t>
      </w:r>
      <w:r w:rsidRPr="00FF6494">
        <w:rPr>
          <w:rFonts w:ascii="Manrope" w:hAnsi="Manrope" w:cs="Arial"/>
        </w:rPr>
        <w:t xml:space="preserve">, che i dati personali raccolti saranno trattati, anche con strumenti informatici, nel rispetto della disciplina dettata dal D. Lgs. </w:t>
      </w:r>
      <w:r w:rsidR="00826949" w:rsidRPr="00FF6494">
        <w:rPr>
          <w:rFonts w:ascii="Manrope" w:hAnsi="Manrope" w:cs="Arial"/>
        </w:rPr>
        <w:t xml:space="preserve">196/2003, </w:t>
      </w:r>
      <w:r w:rsidRPr="00FF6494">
        <w:rPr>
          <w:rFonts w:ascii="Manrope" w:hAnsi="Manrope" w:cs="Arial"/>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7D73422A" w14:textId="77777777" w:rsidR="00FD2B87" w:rsidRPr="00FF6494" w:rsidRDefault="00FD2B87" w:rsidP="00FF6494">
      <w:pPr>
        <w:autoSpaceDE w:val="0"/>
        <w:autoSpaceDN w:val="0"/>
        <w:adjustRightInd w:val="0"/>
        <w:rPr>
          <w:rFonts w:ascii="Manrope" w:hAnsi="Manrope" w:cs="Arial"/>
          <w:kern w:val="2"/>
        </w:rPr>
      </w:pPr>
    </w:p>
    <w:p w14:paraId="49BE53C5" w14:textId="77777777" w:rsidR="00FD2B87" w:rsidRPr="00FF6494" w:rsidRDefault="00FD2B87" w:rsidP="00FF6494">
      <w:pPr>
        <w:rPr>
          <w:rFonts w:ascii="Manrope" w:hAnsi="Manrope" w:cs="Arial"/>
        </w:rPr>
      </w:pPr>
      <w:r w:rsidRPr="00FF6494">
        <w:rPr>
          <w:rFonts w:ascii="Manrope" w:hAnsi="Manrope" w:cs="Arial"/>
        </w:rPr>
        <w:t>______, li _________________</w:t>
      </w:r>
    </w:p>
    <w:p w14:paraId="25A098FD" w14:textId="77777777" w:rsidR="00FD2B87" w:rsidRPr="00FF6494" w:rsidRDefault="00FD2B87" w:rsidP="00FF6494">
      <w:pPr>
        <w:rPr>
          <w:rFonts w:ascii="Manrope" w:hAnsi="Manrope" w:cs="Arial"/>
        </w:rPr>
      </w:pPr>
      <w:r w:rsidRPr="00FF6494">
        <w:rPr>
          <w:rFonts w:ascii="Manrope" w:hAnsi="Manrope" w:cs="Arial"/>
        </w:rPr>
        <w:tab/>
      </w:r>
      <w:r w:rsidRPr="00FF6494">
        <w:rPr>
          <w:rFonts w:ascii="Manrope" w:hAnsi="Manrope" w:cs="Arial"/>
        </w:rPr>
        <w:tab/>
      </w:r>
      <w:r w:rsidRPr="00FF6494">
        <w:rPr>
          <w:rFonts w:ascii="Manrope" w:hAnsi="Manrope" w:cs="Arial"/>
        </w:rPr>
        <w:tab/>
      </w:r>
      <w:r w:rsidRPr="00FF6494">
        <w:rPr>
          <w:rFonts w:ascii="Manrope" w:hAnsi="Manrope" w:cs="Arial"/>
        </w:rPr>
        <w:tab/>
      </w:r>
      <w:r w:rsidRPr="00FF6494">
        <w:rPr>
          <w:rFonts w:ascii="Manrope" w:hAnsi="Manrope" w:cs="Arial"/>
        </w:rPr>
        <w:tab/>
        <w:t xml:space="preserve">    Firma</w:t>
      </w:r>
    </w:p>
    <w:p w14:paraId="1D19F562" w14:textId="77777777" w:rsidR="00FD2B87" w:rsidRPr="00FF6494" w:rsidRDefault="00FD2B87" w:rsidP="00FF6494">
      <w:pPr>
        <w:ind w:left="3545"/>
        <w:rPr>
          <w:rFonts w:ascii="Manrope" w:hAnsi="Manrope" w:cs="Arial"/>
        </w:rPr>
      </w:pPr>
      <w:r w:rsidRPr="00FF6494">
        <w:rPr>
          <w:rFonts w:ascii="Manrope" w:hAnsi="Manrope" w:cs="Arial"/>
        </w:rPr>
        <w:t xml:space="preserve"> _______________</w:t>
      </w:r>
    </w:p>
    <w:p w14:paraId="07E7716B" w14:textId="77777777" w:rsidR="00FD2B87" w:rsidRPr="00FF6494" w:rsidRDefault="00FD2B87" w:rsidP="00FF6494">
      <w:pPr>
        <w:ind w:left="3545"/>
        <w:rPr>
          <w:rFonts w:ascii="Manrope" w:hAnsi="Manrope" w:cs="Arial"/>
        </w:rPr>
      </w:pPr>
      <w:r w:rsidRPr="00FF6494">
        <w:rPr>
          <w:rFonts w:ascii="Manrope" w:hAnsi="Manrope" w:cs="Arial"/>
        </w:rPr>
        <w:t>(firmato digitalmente dall’Impresa ausiliaria)</w:t>
      </w:r>
    </w:p>
    <w:p w14:paraId="54F6CDEB" w14:textId="77777777" w:rsidR="00FD2B87" w:rsidRPr="00FF6494" w:rsidRDefault="00FD2B87" w:rsidP="00FF6494">
      <w:pPr>
        <w:rPr>
          <w:rFonts w:ascii="Manrope" w:hAnsi="Manrope" w:cs="Arial"/>
        </w:rPr>
      </w:pPr>
    </w:p>
    <w:p w14:paraId="1B46851E" w14:textId="77777777" w:rsidR="00FD2B87" w:rsidRPr="00FF6494" w:rsidRDefault="00FD2B87" w:rsidP="00FF6494">
      <w:pPr>
        <w:ind w:left="3545"/>
        <w:rPr>
          <w:rFonts w:ascii="Manrope" w:hAnsi="Manrope" w:cs="Arial"/>
        </w:rPr>
      </w:pPr>
    </w:p>
    <w:p w14:paraId="7B6D9414" w14:textId="77777777" w:rsidR="00FD2B87" w:rsidRPr="00FF6494" w:rsidRDefault="00FD2B87" w:rsidP="00FF6494">
      <w:pPr>
        <w:rPr>
          <w:rFonts w:ascii="Manrope" w:hAnsi="Manrope" w:cs="Arial"/>
        </w:rPr>
      </w:pPr>
    </w:p>
    <w:p w14:paraId="35D6CEB5" w14:textId="77777777" w:rsidR="00FD2B87" w:rsidRPr="00FF6494" w:rsidRDefault="00FD2B87" w:rsidP="00FF6494">
      <w:pPr>
        <w:rPr>
          <w:rFonts w:ascii="Manrope" w:hAnsi="Manrope" w:cs="Arial"/>
        </w:rPr>
      </w:pPr>
    </w:p>
    <w:p w14:paraId="0CC4D0F2" w14:textId="77777777" w:rsidR="001105D3" w:rsidRPr="00FF6494" w:rsidRDefault="001105D3" w:rsidP="00FF6494">
      <w:pPr>
        <w:pStyle w:val="StileTitolocopertinaInterlineaesatta15pt"/>
        <w:rPr>
          <w:rFonts w:ascii="Manrope" w:hAnsi="Manrope" w:cs="Arial"/>
          <w:sz w:val="20"/>
        </w:rPr>
      </w:pPr>
    </w:p>
    <w:sectPr w:rsidR="001105D3" w:rsidRPr="00FF6494" w:rsidSect="0064739B">
      <w:footerReference w:type="default" r:id="rId7"/>
      <w:headerReference w:type="first" r:id="rId8"/>
      <w:footerReference w:type="first" r:id="rId9"/>
      <w:pgSz w:w="11906" w:h="16838" w:code="9"/>
      <w:pgMar w:top="1985" w:right="1985" w:bottom="851" w:left="1985" w:header="709" w:footer="5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3F40B" w14:textId="77777777" w:rsidR="003E018C" w:rsidRDefault="003E018C" w:rsidP="00621002">
      <w:pPr>
        <w:spacing w:line="240" w:lineRule="auto"/>
      </w:pPr>
      <w:r>
        <w:separator/>
      </w:r>
    </w:p>
  </w:endnote>
  <w:endnote w:type="continuationSeparator" w:id="0">
    <w:p w14:paraId="1DFB4137" w14:textId="77777777" w:rsidR="003E018C" w:rsidRDefault="003E018C"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anrope">
    <w:panose1 w:val="00000000000000000000"/>
    <w:charset w:val="00"/>
    <w:family w:val="auto"/>
    <w:pitch w:val="variable"/>
    <w:sig w:usb0="A00002BF" w:usb1="5000206B" w:usb2="00000000" w:usb3="00000000" w:csb0="0000019F" w:csb1="00000000"/>
  </w:font>
  <w:font w:name="Frank Ruhl Libre">
    <w:panose1 w:val="00000000000000000000"/>
    <w:charset w:val="00"/>
    <w:family w:val="auto"/>
    <w:pitch w:val="variable"/>
    <w:sig w:usb0="A00008EF" w:usb1="4001205B" w:usb2="00000008" w:usb3="00000000" w:csb0="000000B3"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4187" w14:textId="77777777" w:rsidR="001F2258" w:rsidRDefault="001F2258">
    <w:pPr>
      <w:pStyle w:val="CLASSIFICAZIONEFOOTER2"/>
    </w:pPr>
  </w:p>
  <w:p w14:paraId="54DEDADA" w14:textId="77777777" w:rsidR="0064739B" w:rsidRPr="00FF6494" w:rsidRDefault="0064739B" w:rsidP="0064739B">
    <w:pPr>
      <w:pStyle w:val="Pidipagina"/>
      <w:spacing w:before="0" w:line="312" w:lineRule="auto"/>
      <w:rPr>
        <w:rFonts w:ascii="Manrope" w:hAnsi="Manrope"/>
        <w:i/>
        <w:iCs/>
      </w:rPr>
    </w:pPr>
    <w:r w:rsidRPr="00FF6494">
      <w:rPr>
        <w:rFonts w:ascii="Manrope" w:hAnsi="Manrope"/>
        <w:i/>
        <w:iCs/>
      </w:rPr>
      <w:t>Appalto Specifico indetto dal Politecnico di Milano per l’affidamento dei Servizi di Contact Center CIG B7AC321E5C</w:t>
    </w:r>
    <w:r>
      <w:rPr>
        <w:rFonts w:ascii="Manrope" w:hAnsi="Manrope"/>
        <w:i/>
        <w:iCs/>
      </w:rPr>
      <w:t xml:space="preserve"> </w:t>
    </w:r>
  </w:p>
  <w:p w14:paraId="047EBBC2" w14:textId="77777777" w:rsidR="0064739B" w:rsidRPr="00FF6494" w:rsidRDefault="0064739B" w:rsidP="0064739B">
    <w:pPr>
      <w:pStyle w:val="Pidipagina"/>
      <w:spacing w:before="0" w:line="312" w:lineRule="auto"/>
      <w:rPr>
        <w:rFonts w:ascii="Manrope" w:hAnsi="Manrope"/>
      </w:rPr>
    </w:pPr>
    <w:r w:rsidRPr="00FF6494">
      <w:rPr>
        <w:rFonts w:ascii="Manrope" w:hAnsi="Manrope"/>
        <w:i/>
        <w:iCs/>
      </w:rPr>
      <w:t>Allegato 2 – modello di dichiarazione di avvalimento</w:t>
    </w:r>
  </w:p>
  <w:p w14:paraId="24D11B9E" w14:textId="77777777" w:rsidR="00823661" w:rsidRPr="008C5121" w:rsidRDefault="00823661" w:rsidP="00F92D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2F0F1" w14:textId="4E256AA2" w:rsidR="00FF6494" w:rsidRPr="00FF6494" w:rsidRDefault="00FF6494" w:rsidP="00FF6494">
    <w:pPr>
      <w:pStyle w:val="Pidipagina"/>
      <w:spacing w:before="0" w:line="312" w:lineRule="auto"/>
      <w:rPr>
        <w:rFonts w:ascii="Manrope" w:hAnsi="Manrope"/>
        <w:i/>
        <w:iCs/>
      </w:rPr>
    </w:pPr>
    <w:r w:rsidRPr="00FF6494">
      <w:rPr>
        <w:rFonts w:ascii="Manrope" w:hAnsi="Manrope"/>
        <w:i/>
        <w:iCs/>
      </w:rPr>
      <w:t>Appalto Specifico indetto dal Politecnico di Milano per l’affidamento dei Servizi di Contact Center CIG B7AC321E5C</w:t>
    </w:r>
    <w:r>
      <w:rPr>
        <w:rFonts w:ascii="Manrope" w:hAnsi="Manrope"/>
        <w:i/>
        <w:iCs/>
      </w:rPr>
      <w:t xml:space="preserve"> </w:t>
    </w:r>
  </w:p>
  <w:p w14:paraId="165E6FEA" w14:textId="58258EA1" w:rsidR="00F92DE3" w:rsidRPr="00FF6494" w:rsidRDefault="00FF6494" w:rsidP="00FF6494">
    <w:pPr>
      <w:pStyle w:val="Pidipagina"/>
      <w:spacing w:before="0" w:line="312" w:lineRule="auto"/>
      <w:rPr>
        <w:rFonts w:ascii="Manrope" w:hAnsi="Manrope"/>
      </w:rPr>
    </w:pPr>
    <w:r w:rsidRPr="00FF6494">
      <w:rPr>
        <w:rFonts w:ascii="Manrope" w:hAnsi="Manrope"/>
        <w:i/>
        <w:iCs/>
      </w:rPr>
      <w:t xml:space="preserve">Allegato </w:t>
    </w:r>
    <w:r w:rsidRPr="00FF6494">
      <w:rPr>
        <w:rFonts w:ascii="Manrope" w:hAnsi="Manrope"/>
        <w:i/>
        <w:iCs/>
      </w:rPr>
      <w:t>2</w:t>
    </w:r>
    <w:r w:rsidRPr="00FF6494">
      <w:rPr>
        <w:rFonts w:ascii="Manrope" w:hAnsi="Manrope"/>
        <w:i/>
        <w:iCs/>
      </w:rPr>
      <w:t xml:space="preserve"> –</w:t>
    </w:r>
    <w:r w:rsidRPr="00FF6494">
      <w:rPr>
        <w:rFonts w:ascii="Manrope" w:hAnsi="Manrope"/>
        <w:i/>
        <w:iCs/>
      </w:rPr>
      <w:t xml:space="preserve"> modello di dichiarazione di avvalimento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CE13A" w14:textId="77777777" w:rsidR="003E018C" w:rsidRDefault="003E018C" w:rsidP="00621002">
      <w:pPr>
        <w:spacing w:line="240" w:lineRule="auto"/>
      </w:pPr>
      <w:r>
        <w:separator/>
      </w:r>
    </w:p>
  </w:footnote>
  <w:footnote w:type="continuationSeparator" w:id="0">
    <w:p w14:paraId="02EBA291" w14:textId="77777777" w:rsidR="003E018C" w:rsidRDefault="003E018C"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D839" w14:textId="56DA2397" w:rsidR="0075097D" w:rsidRDefault="0064739B" w:rsidP="00AB02AF">
    <w:r w:rsidRPr="00662294">
      <w:rPr>
        <w:rFonts w:ascii="Frank Ruhl Libre" w:eastAsia="Georgia" w:hAnsi="Frank Ruhl Libre" w:cs="Frank Ruhl Libre"/>
        <w:b/>
        <w:noProof/>
        <w:color w:val="000000"/>
      </w:rPr>
      <w:drawing>
        <wp:anchor distT="0" distB="0" distL="114300" distR="114300" simplePos="0" relativeHeight="251659264" behindDoc="1" locked="0" layoutInCell="1" allowOverlap="1" wp14:anchorId="09942A21" wp14:editId="29F02BCC">
          <wp:simplePos x="0" y="0"/>
          <wp:positionH relativeFrom="margin">
            <wp:posOffset>1730375</wp:posOffset>
          </wp:positionH>
          <wp:positionV relativeFrom="margin">
            <wp:posOffset>-803275</wp:posOffset>
          </wp:positionV>
          <wp:extent cx="1320800" cy="436880"/>
          <wp:effectExtent l="0" t="0" r="0" b="1270"/>
          <wp:wrapTight wrapText="bothSides">
            <wp:wrapPolygon edited="0">
              <wp:start x="2181" y="0"/>
              <wp:lineTo x="0" y="2826"/>
              <wp:lineTo x="0" y="16953"/>
              <wp:lineTo x="1558" y="20721"/>
              <wp:lineTo x="2181" y="20721"/>
              <wp:lineTo x="4673" y="20721"/>
              <wp:lineTo x="9035" y="20721"/>
              <wp:lineTo x="21185" y="16953"/>
              <wp:lineTo x="21185" y="4709"/>
              <wp:lineTo x="19938" y="3767"/>
              <wp:lineTo x="4673" y="0"/>
              <wp:lineTo x="2181"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4368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B6C672" w14:textId="77777777" w:rsidR="0075097D"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D1FAE892"/>
    <w:lvl w:ilvl="0" w:tplc="B762DFE2">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06618"/>
    <w:rsid w:val="0001439D"/>
    <w:rsid w:val="000340B1"/>
    <w:rsid w:val="00034EA1"/>
    <w:rsid w:val="00047DD2"/>
    <w:rsid w:val="00057993"/>
    <w:rsid w:val="000B6268"/>
    <w:rsid w:val="000E2EC7"/>
    <w:rsid w:val="001105D3"/>
    <w:rsid w:val="00117C5D"/>
    <w:rsid w:val="001511BD"/>
    <w:rsid w:val="0015271E"/>
    <w:rsid w:val="0018372E"/>
    <w:rsid w:val="00191858"/>
    <w:rsid w:val="001F2258"/>
    <w:rsid w:val="001F4253"/>
    <w:rsid w:val="00230435"/>
    <w:rsid w:val="002769D7"/>
    <w:rsid w:val="00276E9B"/>
    <w:rsid w:val="0027758C"/>
    <w:rsid w:val="00343D19"/>
    <w:rsid w:val="00345C3B"/>
    <w:rsid w:val="00386B51"/>
    <w:rsid w:val="003E018C"/>
    <w:rsid w:val="003F235A"/>
    <w:rsid w:val="00402613"/>
    <w:rsid w:val="00404A47"/>
    <w:rsid w:val="004219E8"/>
    <w:rsid w:val="00422BA0"/>
    <w:rsid w:val="00464A63"/>
    <w:rsid w:val="004A57D7"/>
    <w:rsid w:val="004E32DF"/>
    <w:rsid w:val="005232CE"/>
    <w:rsid w:val="005B66FF"/>
    <w:rsid w:val="005E19B3"/>
    <w:rsid w:val="00621002"/>
    <w:rsid w:val="0062356B"/>
    <w:rsid w:val="0063165C"/>
    <w:rsid w:val="0064739B"/>
    <w:rsid w:val="006626D0"/>
    <w:rsid w:val="00667B1E"/>
    <w:rsid w:val="006D6F46"/>
    <w:rsid w:val="007508A6"/>
    <w:rsid w:val="0075097D"/>
    <w:rsid w:val="007A45FF"/>
    <w:rsid w:val="007C006D"/>
    <w:rsid w:val="007C29AA"/>
    <w:rsid w:val="007C6A38"/>
    <w:rsid w:val="007F6294"/>
    <w:rsid w:val="007F7CDE"/>
    <w:rsid w:val="008126EC"/>
    <w:rsid w:val="00823661"/>
    <w:rsid w:val="00826949"/>
    <w:rsid w:val="0083054B"/>
    <w:rsid w:val="00886FE5"/>
    <w:rsid w:val="008C0151"/>
    <w:rsid w:val="008C5121"/>
    <w:rsid w:val="008D0E9D"/>
    <w:rsid w:val="009A3509"/>
    <w:rsid w:val="009F55D8"/>
    <w:rsid w:val="00A24ED6"/>
    <w:rsid w:val="00AA60DA"/>
    <w:rsid w:val="00AC7F2F"/>
    <w:rsid w:val="00B24F96"/>
    <w:rsid w:val="00B551A0"/>
    <w:rsid w:val="00B704E9"/>
    <w:rsid w:val="00B739D7"/>
    <w:rsid w:val="00BC58A0"/>
    <w:rsid w:val="00C27D89"/>
    <w:rsid w:val="00C4390C"/>
    <w:rsid w:val="00C63A03"/>
    <w:rsid w:val="00C63EDF"/>
    <w:rsid w:val="00CC6FEA"/>
    <w:rsid w:val="00CC7355"/>
    <w:rsid w:val="00CD1B9C"/>
    <w:rsid w:val="00D62E1C"/>
    <w:rsid w:val="00D65892"/>
    <w:rsid w:val="00D761E5"/>
    <w:rsid w:val="00D77C70"/>
    <w:rsid w:val="00D91728"/>
    <w:rsid w:val="00E115D8"/>
    <w:rsid w:val="00E41E2D"/>
    <w:rsid w:val="00E82469"/>
    <w:rsid w:val="00EC3F44"/>
    <w:rsid w:val="00F14696"/>
    <w:rsid w:val="00F25A2C"/>
    <w:rsid w:val="00F316C4"/>
    <w:rsid w:val="00F92DE3"/>
    <w:rsid w:val="00FB2ABC"/>
    <w:rsid w:val="00FD2B87"/>
    <w:rsid w:val="00FE3A62"/>
    <w:rsid w:val="00FF6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89DA"/>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F92DE3"/>
    <w:pPr>
      <w:pBdr>
        <w:top w:val="single" w:sz="4" w:space="1" w:color="auto"/>
      </w:pBdr>
      <w:tabs>
        <w:tab w:val="right" w:pos="9638"/>
      </w:tabs>
      <w:spacing w:before="120" w:line="360" w:lineRule="auto"/>
    </w:pPr>
    <w:rPr>
      <w:rFonts w:ascii="Calibri" w:hAnsi="Calibri"/>
      <w:sz w:val="16"/>
      <w:szCs w:val="16"/>
    </w:rPr>
  </w:style>
  <w:style w:type="character" w:customStyle="1" w:styleId="PidipaginaCarattere">
    <w:name w:val="Piè di pagina Carattere"/>
    <w:basedOn w:val="Carpredefinitoparagrafo"/>
    <w:link w:val="Pidipagina"/>
    <w:rsid w:val="00F92DE3"/>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unhideWhenUsed/>
    <w:rsid w:val="00B551A0"/>
    <w:pPr>
      <w:spacing w:line="240" w:lineRule="auto"/>
    </w:pPr>
  </w:style>
  <w:style w:type="character" w:customStyle="1" w:styleId="TestocommentoCarattere">
    <w:name w:val="Testo commento Carattere"/>
    <w:basedOn w:val="Carpredefinitoparagrafo"/>
    <w:link w:val="Testocommento"/>
    <w:uiPriority w:val="99"/>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 w:type="paragraph" w:styleId="Revisione">
    <w:name w:val="Revision"/>
    <w:hidden/>
    <w:uiPriority w:val="99"/>
    <w:semiHidden/>
    <w:rsid w:val="00A24ED6"/>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652</Words>
  <Characters>3718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Rosalinda Saporito</cp:lastModifiedBy>
  <cp:revision>16</cp:revision>
  <dcterms:created xsi:type="dcterms:W3CDTF">2025-02-04T11:20:00Z</dcterms:created>
  <dcterms:modified xsi:type="dcterms:W3CDTF">2025-07-28T09:42:00Z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