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89F" w:rsidRDefault="0065089F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1994638</wp:posOffset>
            </wp:positionH>
            <wp:positionV relativeFrom="paragraph">
              <wp:posOffset>-680974</wp:posOffset>
            </wp:positionV>
            <wp:extent cx="1367942" cy="1069311"/>
            <wp:effectExtent l="0" t="0" r="3810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082" cy="107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89F" w:rsidRDefault="0065089F" w:rsidP="006842A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:rsidR="000D0B8A" w:rsidRPr="0093348E" w:rsidRDefault="000D0B8A" w:rsidP="0065115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FF0000"/>
          <w:sz w:val="28"/>
          <w:szCs w:val="28"/>
          <w:u w:val="single"/>
        </w:rPr>
      </w:pP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ATTESTATO DI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CONSEGNA</w:t>
      </w:r>
      <w:r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 xml:space="preserve"> </w:t>
      </w:r>
      <w:r w:rsidR="0093348E" w:rsidRPr="006842AA">
        <w:rPr>
          <w:rFonts w:asciiTheme="minorHAnsi" w:hAnsiTheme="minorHAnsi" w:cstheme="minorHAnsi"/>
          <w:b/>
          <w:bCs/>
          <w:i/>
          <w:iCs/>
          <w:color w:val="FF0000"/>
          <w:szCs w:val="28"/>
          <w:u w:val="single"/>
        </w:rPr>
        <w:t>CAMPIONATURA DI GARA</w:t>
      </w: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B3D50" w:rsidRDefault="004B3D50" w:rsidP="00651156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caps/>
          <w:szCs w:val="48"/>
        </w:rPr>
      </w:pPr>
    </w:p>
    <w:p w:rsidR="0065089F" w:rsidRDefault="004B3D50" w:rsidP="00B0037A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4B3D50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INGEGNERIA GESTIONALE DEL POLITECNICO DI MILANO</w:t>
      </w:r>
    </w:p>
    <w:p w:rsidR="004B3D50" w:rsidRPr="00415A07" w:rsidRDefault="004B3D50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 xml:space="preserve">Il sottoscritto 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="0065089F">
        <w:rPr>
          <w:rFonts w:asciiTheme="minorHAnsi" w:hAnsiTheme="minorHAnsi" w:cstheme="minorHAnsi"/>
          <w:sz w:val="22"/>
          <w:szCs w:val="22"/>
        </w:rPr>
        <w:t>_________</w:t>
      </w:r>
      <w:r w:rsidR="0060038E">
        <w:rPr>
          <w:rFonts w:asciiTheme="minorHAnsi" w:hAnsiTheme="minorHAnsi" w:cstheme="minorHAnsi"/>
          <w:sz w:val="22"/>
          <w:szCs w:val="22"/>
        </w:rPr>
        <w:t>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60038E">
        <w:rPr>
          <w:rFonts w:asciiTheme="minorHAnsi" w:hAnsiTheme="minorHAnsi" w:cstheme="minorHAnsi"/>
          <w:sz w:val="22"/>
          <w:szCs w:val="22"/>
        </w:rPr>
        <w:t>del Politecnico di Milano</w:t>
      </w:r>
      <w:r w:rsidR="006508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</w:t>
      </w:r>
      <w:r w:rsidRPr="00415A07">
        <w:rPr>
          <w:rFonts w:asciiTheme="minorHAnsi" w:hAnsiTheme="minorHAnsi" w:cstheme="minorHAnsi"/>
          <w:sz w:val="22"/>
          <w:szCs w:val="22"/>
        </w:rPr>
        <w:t>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identificato tramite il documento _________________</w:t>
      </w:r>
      <w:r w:rsidR="0065089F">
        <w:rPr>
          <w:rFonts w:asciiTheme="minorHAnsi" w:hAnsiTheme="minorHAnsi" w:cstheme="minorHAnsi"/>
          <w:sz w:val="22"/>
          <w:szCs w:val="22"/>
        </w:rPr>
        <w:t>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n. _________________</w:t>
      </w:r>
      <w:r w:rsidR="0065089F">
        <w:rPr>
          <w:rFonts w:asciiTheme="minorHAnsi" w:hAnsiTheme="minorHAnsi" w:cstheme="minorHAnsi"/>
          <w:sz w:val="22"/>
          <w:szCs w:val="22"/>
        </w:rPr>
        <w:t>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__ 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</w:t>
      </w:r>
    </w:p>
    <w:p w:rsidR="0065089F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60038E" w:rsidRPr="0060038E" w:rsidRDefault="000D0B8A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</w:t>
      </w:r>
      <w:r w:rsidR="0065089F">
        <w:rPr>
          <w:rFonts w:asciiTheme="minorHAnsi" w:hAnsiTheme="minorHAnsi" w:cstheme="minorHAnsi"/>
          <w:sz w:val="22"/>
          <w:szCs w:val="22"/>
        </w:rPr>
        <w:t>____________________________</w:t>
      </w:r>
    </w:p>
    <w:p w:rsidR="004B3D50" w:rsidRDefault="004B3D50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60038E" w:rsidRDefault="0093348E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93348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HA CONSEGNATO </w:t>
      </w:r>
      <w:r w:rsidR="0060038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LA CAMPIONATURA DI GARA </w:t>
      </w:r>
    </w:p>
    <w:p w:rsidR="00C142A0" w:rsidRDefault="00C142A0" w:rsidP="0060038E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:rsidR="00C142A0" w:rsidRDefault="00C142A0" w:rsidP="00D6410F">
      <w:pPr>
        <w:pStyle w:val="Rientronormale"/>
        <w:ind w:left="0"/>
        <w:jc w:val="both"/>
        <w:rPr>
          <w:color w:val="FF0000"/>
          <w:sz w:val="22"/>
        </w:rPr>
      </w:pPr>
      <w:r>
        <w:rPr>
          <w:color w:val="FF0000"/>
          <w:sz w:val="22"/>
        </w:rPr>
        <w:t>T</w:t>
      </w:r>
      <w:r w:rsidR="00D6410F">
        <w:rPr>
          <w:color w:val="FF0000"/>
          <w:sz w:val="22"/>
        </w:rPr>
        <w:t>avoli e scrivanie</w:t>
      </w:r>
      <w:r w:rsidR="008E4A0C" w:rsidRPr="008E4A0C">
        <w:rPr>
          <w:color w:val="FF0000"/>
          <w:sz w:val="22"/>
        </w:rPr>
        <w:t xml:space="preserve"> </w:t>
      </w:r>
    </w:p>
    <w:p w:rsidR="00C142A0" w:rsidRPr="00C142A0" w:rsidRDefault="00D6410F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 w:rsidRPr="00C142A0">
        <w:rPr>
          <w:sz w:val="18"/>
          <w:szCs w:val="18"/>
        </w:rPr>
        <w:t xml:space="preserve">1 tavolo 140 x 80 cm (postazione singola </w:t>
      </w:r>
      <w:r w:rsidRPr="00C142A0">
        <w:rPr>
          <w:b/>
          <w:sz w:val="18"/>
          <w:szCs w:val="18"/>
        </w:rPr>
        <w:t>completa</w:t>
      </w:r>
      <w:r w:rsidRPr="00C142A0">
        <w:rPr>
          <w:sz w:val="18"/>
          <w:szCs w:val="18"/>
        </w:rPr>
        <w:t xml:space="preserve"> di cassetto, botola con collegamento alla rete elettrica e braccio reggi monitor</w:t>
      </w:r>
      <w:r w:rsidR="000870F6" w:rsidRPr="00C142A0">
        <w:rPr>
          <w:sz w:val="18"/>
          <w:szCs w:val="18"/>
        </w:rPr>
        <w:t xml:space="preserve"> incorporato</w:t>
      </w:r>
      <w:r w:rsidRPr="00C142A0">
        <w:rPr>
          <w:sz w:val="18"/>
          <w:szCs w:val="18"/>
        </w:rPr>
        <w:t>)</w:t>
      </w:r>
    </w:p>
    <w:p w:rsidR="00C142A0" w:rsidRPr="00C142A0" w:rsidRDefault="00D6410F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 w:rsidRPr="00C142A0">
        <w:rPr>
          <w:sz w:val="18"/>
          <w:szCs w:val="18"/>
        </w:rPr>
        <w:t xml:space="preserve">Finitura di livello superiore (di ridotte dimensioni) </w:t>
      </w:r>
    </w:p>
    <w:p w:rsidR="004B3D50" w:rsidRPr="00C142A0" w:rsidRDefault="00D6410F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 w:rsidRPr="00C142A0">
        <w:rPr>
          <w:sz w:val="18"/>
          <w:szCs w:val="18"/>
        </w:rPr>
        <w:t xml:space="preserve">Cartella colori disponibili finitura (meglio se campione di ridotte dimensioni rispetto ad un </w:t>
      </w:r>
      <w:proofErr w:type="spellStart"/>
      <w:r w:rsidRPr="00C142A0">
        <w:rPr>
          <w:sz w:val="18"/>
          <w:szCs w:val="18"/>
        </w:rPr>
        <w:t>flayer</w:t>
      </w:r>
      <w:proofErr w:type="spellEnd"/>
      <w:r w:rsidRPr="00C142A0">
        <w:rPr>
          <w:sz w:val="18"/>
          <w:szCs w:val="18"/>
        </w:rPr>
        <w:t>)</w:t>
      </w:r>
    </w:p>
    <w:p w:rsidR="00D6410F" w:rsidRDefault="00D6410F" w:rsidP="00D6410F">
      <w:pPr>
        <w:pStyle w:val="Rientronormale"/>
        <w:ind w:left="0"/>
        <w:jc w:val="both"/>
        <w:rPr>
          <w:sz w:val="18"/>
        </w:rPr>
      </w:pPr>
    </w:p>
    <w:p w:rsidR="00C142A0" w:rsidRDefault="00C142A0" w:rsidP="00D6410F">
      <w:pPr>
        <w:pStyle w:val="Rientronormale"/>
        <w:ind w:left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</w:t>
      </w:r>
      <w:r w:rsidR="00D6410F">
        <w:rPr>
          <w:rFonts w:asciiTheme="minorHAnsi" w:hAnsiTheme="minorHAnsi" w:cstheme="minorHAnsi"/>
          <w:color w:val="FF0000"/>
          <w:sz w:val="22"/>
          <w:szCs w:val="22"/>
        </w:rPr>
        <w:t>rmadi contenitori</w:t>
      </w:r>
      <w:r w:rsidR="0060038E" w:rsidRPr="008E4A0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C142A0" w:rsidRPr="00C142A0" w:rsidRDefault="004B3D50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 w:rsidRPr="00C142A0">
        <w:rPr>
          <w:sz w:val="18"/>
          <w:szCs w:val="18"/>
        </w:rPr>
        <w:t>1 armadio basso con anta</w:t>
      </w:r>
      <w:r w:rsidR="00D6410F" w:rsidRPr="00C142A0">
        <w:rPr>
          <w:sz w:val="18"/>
          <w:szCs w:val="18"/>
        </w:rPr>
        <w:t xml:space="preserve"> </w:t>
      </w:r>
    </w:p>
    <w:p w:rsidR="00C142A0" w:rsidRPr="00C142A0" w:rsidRDefault="004B3D50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 w:rsidRPr="00C142A0">
        <w:rPr>
          <w:sz w:val="18"/>
          <w:szCs w:val="18"/>
        </w:rPr>
        <w:t>1 locker di ridotte dimensioni (in cui si possa valutare anche l’aspetto della chiusura a combinazione)</w:t>
      </w:r>
      <w:r w:rsidR="00D6410F" w:rsidRPr="00C142A0">
        <w:rPr>
          <w:sz w:val="18"/>
          <w:szCs w:val="18"/>
        </w:rPr>
        <w:t xml:space="preserve"> </w:t>
      </w:r>
    </w:p>
    <w:p w:rsidR="004B3D50" w:rsidRPr="00C142A0" w:rsidRDefault="00D6410F" w:rsidP="00C142A0">
      <w:pPr>
        <w:pStyle w:val="Rientronormale"/>
        <w:numPr>
          <w:ilvl w:val="0"/>
          <w:numId w:val="8"/>
        </w:numPr>
        <w:spacing w:line="360" w:lineRule="auto"/>
        <w:jc w:val="both"/>
        <w:rPr>
          <w:sz w:val="18"/>
          <w:szCs w:val="18"/>
        </w:rPr>
      </w:pPr>
      <w:r w:rsidRPr="00C142A0">
        <w:rPr>
          <w:sz w:val="18"/>
          <w:szCs w:val="18"/>
        </w:rPr>
        <w:t>Cartella colori disponibili finitura armadi e locker (meglio se campione di ridotte dimensioni rispetto ad un flyer)</w:t>
      </w:r>
    </w:p>
    <w:p w:rsidR="004B3D50" w:rsidRPr="00415A07" w:rsidRDefault="004B3D50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3348E" w:rsidRDefault="0093348E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65089F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Luogo__________________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  <w:bookmarkStart w:id="0" w:name="_GoBack"/>
      <w:bookmarkEnd w:id="0"/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93348E" w:rsidRPr="00415A07" w:rsidRDefault="0093348E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B751F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8A" w:rsidRDefault="000D0B8A">
      <w:r>
        <w:separator/>
      </w:r>
    </w:p>
  </w:endnote>
  <w:endnote w:type="continuationSeparator" w:id="0">
    <w:p w:rsidR="000D0B8A" w:rsidRDefault="000D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Pr="006842AA" w:rsidRDefault="00676D19">
    <w:pPr>
      <w:pStyle w:val="Pidipagina"/>
      <w:rPr>
        <w:rFonts w:cs="Arial"/>
        <w:b/>
        <w:bCs/>
        <w:sz w:val="12"/>
      </w:rPr>
    </w:pPr>
    <w:r w:rsidRPr="006842AA">
      <w:rPr>
        <w:rFonts w:cs="Arial"/>
        <w:b/>
        <w:bCs/>
        <w:sz w:val="12"/>
      </w:rPr>
      <w:t>Politecnico di Milano</w:t>
    </w:r>
  </w:p>
  <w:p w:rsidR="00676D19" w:rsidRPr="006842AA" w:rsidRDefault="00676D19">
    <w:pPr>
      <w:pStyle w:val="Pidipagina"/>
      <w:rPr>
        <w:rFonts w:cs="Arial"/>
        <w:b/>
        <w:bCs/>
        <w:color w:val="003F6E"/>
        <w:sz w:val="12"/>
      </w:rPr>
    </w:pPr>
    <w:r w:rsidRPr="006842AA">
      <w:rPr>
        <w:rFonts w:cs="Arial"/>
        <w:b/>
        <w:bCs/>
        <w:color w:val="003F6E"/>
        <w:sz w:val="12"/>
      </w:rPr>
      <w:t>Area Gestione Infrastrutture e Servizi</w:t>
    </w:r>
  </w:p>
  <w:p w:rsidR="00676D19" w:rsidRPr="006842AA" w:rsidRDefault="00676D19">
    <w:pPr>
      <w:pStyle w:val="Pidipagina"/>
      <w:rPr>
        <w:rFonts w:cs="Arial"/>
        <w:b/>
        <w:bCs/>
        <w:sz w:val="10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Piazza Leonardo da Vinci, 32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trHeight w:val="170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20133 Milano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  <w:trHeight w:val="125"/>
      </w:trPr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Tel. 02 2399 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rPr>
        <w:cantSplit/>
      </w:trPr>
      <w:tc>
        <w:tcPr>
          <w:tcW w:w="2184" w:type="dxa"/>
          <w:vAlign w:val="bottom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 xml:space="preserve">Fax 02 2399 </w:t>
          </w:r>
          <w:r w:rsidRPr="006842AA">
            <w:rPr>
              <w:rFonts w:cs="Arial"/>
              <w:b/>
              <w:bCs/>
              <w:sz w:val="12"/>
            </w:rPr>
            <w:tab/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www.polimi.it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  <w:tr w:rsidR="00676D19" w:rsidRPr="006842AA">
      <w:tc>
        <w:tcPr>
          <w:tcW w:w="2184" w:type="dxa"/>
          <w:vAlign w:val="center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Partita Iva: 04376620151</w:t>
          </w:r>
        </w:p>
        <w:p w:rsidR="00676D19" w:rsidRPr="006842AA" w:rsidRDefault="00676D19">
          <w:pPr>
            <w:pStyle w:val="Pidipagina"/>
            <w:rPr>
              <w:rFonts w:cs="Arial"/>
              <w:b/>
              <w:bCs/>
              <w:sz w:val="12"/>
            </w:rPr>
          </w:pPr>
          <w:r w:rsidRPr="006842AA">
            <w:rPr>
              <w:rFonts w:cs="Arial"/>
              <w:b/>
              <w:bCs/>
              <w:sz w:val="12"/>
            </w:rPr>
            <w:t>Codice fiscale: 80057930150</w:t>
          </w:r>
        </w:p>
      </w:tc>
      <w:tc>
        <w:tcPr>
          <w:tcW w:w="6743" w:type="dxa"/>
        </w:tcPr>
        <w:p w:rsidR="00676D19" w:rsidRPr="006842AA" w:rsidRDefault="00676D19">
          <w:pPr>
            <w:pStyle w:val="Pidipagina"/>
            <w:rPr>
              <w:rFonts w:cs="Arial"/>
              <w:b/>
              <w:bCs/>
              <w:sz w:val="10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8A" w:rsidRDefault="000D0B8A">
      <w:r>
        <w:separator/>
      </w:r>
    </w:p>
  </w:footnote>
  <w:footnote w:type="continuationSeparator" w:id="0">
    <w:p w:rsidR="000D0B8A" w:rsidRDefault="000D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66AF3"/>
    <w:multiLevelType w:val="hybridMultilevel"/>
    <w:tmpl w:val="17DCAC90"/>
    <w:lvl w:ilvl="0" w:tplc="17C2EDB0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2A1C"/>
    <w:multiLevelType w:val="hybridMultilevel"/>
    <w:tmpl w:val="59F203D6"/>
    <w:lvl w:ilvl="0" w:tplc="9BA23516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E2F12"/>
    <w:multiLevelType w:val="hybridMultilevel"/>
    <w:tmpl w:val="1024AB9A"/>
    <w:lvl w:ilvl="0" w:tplc="9BA23516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283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18B"/>
    <w:rsid w:val="00000F30"/>
    <w:rsid w:val="00012D99"/>
    <w:rsid w:val="00014F48"/>
    <w:rsid w:val="00047C84"/>
    <w:rsid w:val="000862EA"/>
    <w:rsid w:val="000865ED"/>
    <w:rsid w:val="000870F6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3D50"/>
    <w:rsid w:val="004B50EA"/>
    <w:rsid w:val="00546B8C"/>
    <w:rsid w:val="0058518B"/>
    <w:rsid w:val="005B5C9C"/>
    <w:rsid w:val="0060038E"/>
    <w:rsid w:val="00636F30"/>
    <w:rsid w:val="0065089F"/>
    <w:rsid w:val="00651156"/>
    <w:rsid w:val="00676421"/>
    <w:rsid w:val="00676D19"/>
    <w:rsid w:val="006842AA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8E4A0C"/>
    <w:rsid w:val="009157CD"/>
    <w:rsid w:val="0093263A"/>
    <w:rsid w:val="0093348E"/>
    <w:rsid w:val="00933A90"/>
    <w:rsid w:val="00951A1D"/>
    <w:rsid w:val="00994734"/>
    <w:rsid w:val="009A18C1"/>
    <w:rsid w:val="009A70F3"/>
    <w:rsid w:val="009C3C99"/>
    <w:rsid w:val="009F6553"/>
    <w:rsid w:val="00AA2A49"/>
    <w:rsid w:val="00AC388F"/>
    <w:rsid w:val="00AD4B99"/>
    <w:rsid w:val="00AF5A3E"/>
    <w:rsid w:val="00AF6CA1"/>
    <w:rsid w:val="00B0037A"/>
    <w:rsid w:val="00B30482"/>
    <w:rsid w:val="00B751F7"/>
    <w:rsid w:val="00B937F1"/>
    <w:rsid w:val="00C142A0"/>
    <w:rsid w:val="00D45DE4"/>
    <w:rsid w:val="00D6410F"/>
    <w:rsid w:val="00D718A1"/>
    <w:rsid w:val="00D84188"/>
    <w:rsid w:val="00DA777F"/>
    <w:rsid w:val="00E228A3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A04D524"/>
  <w15:docId w15:val="{097AA117-89CF-4161-928C-97C95553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09056\Impostazioni%20locali\Temporary%20Internet%20Files\Content.IE5\1JI1GDWN\carta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carta[1]</Template>
  <TotalTime>27</TotalTime>
  <Pages>1</Pages>
  <Words>197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009056</dc:creator>
  <cp:lastModifiedBy>Davide Lucca</cp:lastModifiedBy>
  <cp:revision>12</cp:revision>
  <cp:lastPrinted>2018-11-26T08:17:00Z</cp:lastPrinted>
  <dcterms:created xsi:type="dcterms:W3CDTF">2019-07-30T13:25:00Z</dcterms:created>
  <dcterms:modified xsi:type="dcterms:W3CDTF">2021-09-03T09:23:00Z</dcterms:modified>
</cp:coreProperties>
</file>