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E3C" w:rsidRDefault="005A7E3C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625646">
        <w:rPr>
          <w:b/>
          <w:bCs/>
          <w:sz w:val="28"/>
          <w:szCs w:val="28"/>
        </w:rPr>
        <w:t>D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 POLITECNICO DI MILANO – AREA GESTIONE INFRASTRUTTURE E SERVIZI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Procedura di gara:__________________________________________________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CIG:_______________________________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Pr="00C758D2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 w:rsidRPr="00C758D2">
        <w:rPr>
          <w:b/>
          <w:bCs/>
        </w:rPr>
        <w:t>DICHIARAZIONE CIRCA I FUTURI SUBAPPALTI DICHIARAZIONE</w:t>
      </w:r>
      <w:r>
        <w:rPr>
          <w:b/>
          <w:bCs/>
        </w:rPr>
        <w:t xml:space="preserve"> SOSTITUTIVA </w:t>
      </w: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In possesso del documento in corso di validità n.</w:t>
      </w:r>
      <w:r w:rsidR="009361A0">
        <w:t xml:space="preserve"> _________ ai</w:t>
      </w:r>
      <w:r w:rsidRPr="003417FB">
        <w:t xml:space="preserve"> sensi del D. </w:t>
      </w:r>
      <w:proofErr w:type="spellStart"/>
      <w:r w:rsidRPr="003417FB">
        <w:t>Lgs</w:t>
      </w:r>
      <w:proofErr w:type="spellEnd"/>
      <w:r w:rsidRPr="003417FB">
        <w:t xml:space="preserve">. </w:t>
      </w:r>
      <w:r w:rsidR="00920DF0">
        <w:t>50/2016</w:t>
      </w:r>
      <w:r w:rsidR="009361A0">
        <w:t xml:space="preserve"> art.105 c. 4 b)</w:t>
      </w:r>
      <w:r w:rsidRPr="003417FB">
        <w:t xml:space="preserve"> e</w:t>
      </w:r>
      <w:r>
        <w:t xml:space="preserve"> </w:t>
      </w:r>
      <w:r w:rsidRPr="003417FB">
        <w:t>successive modificazioni ed integrazioni, in merito alla gara in oggetto</w:t>
      </w:r>
      <w:r>
        <w:t xml:space="preserve"> </w:t>
      </w:r>
      <w:r w:rsidRPr="003417FB">
        <w:rPr>
          <w:b/>
        </w:rPr>
        <w:t>indica ciò che intende eventualmente subappaltare</w:t>
      </w:r>
      <w:r w:rsidRPr="003417FB">
        <w:t>:</w:t>
      </w: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9361A0" w:rsidP="00DC0155">
      <w:pPr>
        <w:autoSpaceDE w:val="0"/>
        <w:autoSpaceDN w:val="0"/>
        <w:adjustRightInd w:val="0"/>
      </w:pPr>
      <w:r w:rsidRPr="009E3CA6">
        <w:t>La terna dei subappaltatori è (indicazione obbligatoria in caso di subappalto):</w:t>
      </w:r>
    </w:p>
    <w:p w:rsidR="00E8043E" w:rsidRPr="009E3CA6" w:rsidRDefault="00E8043E" w:rsidP="00DC0155">
      <w:pPr>
        <w:autoSpaceDE w:val="0"/>
        <w:autoSpaceDN w:val="0"/>
        <w:adjustRightInd w:val="0"/>
      </w:pPr>
    </w:p>
    <w:p w:rsidR="009361A0" w:rsidRDefault="009361A0" w:rsidP="00E8043E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</w:p>
    <w:p w:rsidR="00E8043E" w:rsidRDefault="00E8043E" w:rsidP="00E8043E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</w:p>
    <w:p w:rsidR="00E8043E" w:rsidRDefault="00E8043E" w:rsidP="00E8043E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</w:p>
    <w:p w:rsidR="00E8043E" w:rsidRDefault="00E8043E" w:rsidP="00DC0155">
      <w:p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9361A0" w:rsidRDefault="009361A0" w:rsidP="00DC0155">
      <w:pPr>
        <w:autoSpaceDE w:val="0"/>
        <w:autoSpaceDN w:val="0"/>
        <w:adjustRightInd w:val="0"/>
      </w:pPr>
      <w:bookmarkStart w:id="0" w:name="_GoBack"/>
      <w:bookmarkEnd w:id="0"/>
    </w:p>
    <w:p w:rsidR="00DC0155" w:rsidRPr="003417FB" w:rsidRDefault="00DC0155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7E05A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B0"/>
    <w:rsid w:val="002A20AB"/>
    <w:rsid w:val="002F2B55"/>
    <w:rsid w:val="005A7E3C"/>
    <w:rsid w:val="005C1035"/>
    <w:rsid w:val="005E5774"/>
    <w:rsid w:val="00600973"/>
    <w:rsid w:val="00625646"/>
    <w:rsid w:val="007C0ADF"/>
    <w:rsid w:val="00916B85"/>
    <w:rsid w:val="00920DF0"/>
    <w:rsid w:val="009361A0"/>
    <w:rsid w:val="009E3CA6"/>
    <w:rsid w:val="00B94934"/>
    <w:rsid w:val="00DC0155"/>
    <w:rsid w:val="00E8043E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e00774</dc:creator>
  <cp:lastModifiedBy>Davide Lucca</cp:lastModifiedBy>
  <cp:revision>2</cp:revision>
  <dcterms:created xsi:type="dcterms:W3CDTF">2016-07-13T09:32:00Z</dcterms:created>
  <dcterms:modified xsi:type="dcterms:W3CDTF">2016-07-13T09:32:00Z</dcterms:modified>
</cp:coreProperties>
</file>